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23243728"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(viitenumber 286401) piiratud hankemenetlu</w:t>
      </w:r>
      <w:r w:rsidRPr="00517DE7">
        <w:rPr>
          <w:spacing w:val="0"/>
        </w:rPr>
        <w:t xml:space="preserve">se </w:t>
      </w:r>
      <w:r w:rsidR="00946A5C" w:rsidRPr="00517DE7">
        <w:rPr>
          <w:spacing w:val="0"/>
        </w:rPr>
        <w:t>„</w:t>
      </w:r>
      <w:r w:rsidR="00052614" w:rsidRPr="00517DE7">
        <w:rPr>
          <w:spacing w:val="0"/>
        </w:rPr>
        <w:t>Prügi ja ulukikorjuste koristus Valgerannas</w:t>
      </w:r>
      <w:r w:rsidR="001074CD" w:rsidRPr="00517DE7">
        <w:rPr>
          <w:spacing w:val="0"/>
        </w:rPr>
        <w:t>“</w:t>
      </w:r>
      <w:r w:rsidR="00052614" w:rsidRPr="00052614">
        <w:rPr>
          <w:spacing w:val="0"/>
        </w:rPr>
        <w:t xml:space="preserve"> </w:t>
      </w:r>
      <w:r w:rsidRPr="003F6EFA">
        <w:rPr>
          <w:spacing w:val="0"/>
        </w:rPr>
        <w:t xml:space="preserve">(viitenumber </w:t>
      </w:r>
      <w:r w:rsidR="001074CD">
        <w:rPr>
          <w:spacing w:val="0"/>
        </w:rPr>
        <w:t>286401</w:t>
      </w:r>
      <w:r w:rsidR="001074CD" w:rsidRPr="003F6EFA">
        <w:rPr>
          <w:spacing w:val="0"/>
        </w:rPr>
        <w:t xml:space="preserve">, </w:t>
      </w:r>
      <w:r w:rsidRPr="003F6EFA">
        <w:rPr>
          <w:spacing w:val="0"/>
        </w:rPr>
        <w:t>edaspidi riigihange) 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0CF3ABC6" w14:textId="4539E30E" w:rsidR="009A6CD2" w:rsidRDefault="003F6EFA" w:rsidP="00C17159">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FFF3370" w14:textId="77777777" w:rsidR="00FC6AA9" w:rsidRPr="00C17159" w:rsidRDefault="00FC6AA9" w:rsidP="009F62EE">
      <w:pPr>
        <w:pStyle w:val="Loendilik"/>
        <w:ind w:left="792"/>
        <w:jc w:val="both"/>
        <w:rPr>
          <w:spacing w:val="0"/>
        </w:rPr>
      </w:pP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06B51B33" w14:textId="6CD335F1" w:rsidR="00C75D3C" w:rsidRPr="00517DE7" w:rsidRDefault="00C75D3C" w:rsidP="00461E45">
      <w:pPr>
        <w:pStyle w:val="Loendilik"/>
        <w:numPr>
          <w:ilvl w:val="1"/>
          <w:numId w:val="6"/>
        </w:numPr>
        <w:jc w:val="both"/>
        <w:rPr>
          <w:spacing w:val="0"/>
        </w:rPr>
      </w:pPr>
      <w:r w:rsidRPr="00517DE7">
        <w:rPr>
          <w:spacing w:val="0"/>
        </w:rPr>
        <w:t>Lepingu objektiks on Pärnu maakonnas Pärnu linnas Põldeotsa ja Valgeranna külas RMK hallatavatelt maaüksustelt Lahenurga (62401:001:0129), Kivinurga (62401:001:0092), Laheselja (16001:001:0423), Audru metskond 25 (15904:003:0674), Audru metskond 27 (15904:003:0668) ja Audru metskond 173 (15904:003:2134) ulukite</w:t>
      </w:r>
      <w:r w:rsidR="00380F27" w:rsidRPr="00517DE7">
        <w:rPr>
          <w:spacing w:val="0"/>
        </w:rPr>
        <w:t xml:space="preserve"> korjuste</w:t>
      </w:r>
      <w:r w:rsidRPr="00517DE7">
        <w:rPr>
          <w:spacing w:val="0"/>
        </w:rPr>
        <w:t xml:space="preserve"> (</w:t>
      </w:r>
      <w:r w:rsidR="00A169DB" w:rsidRPr="00517DE7">
        <w:rPr>
          <w:spacing w:val="0"/>
        </w:rPr>
        <w:t>loomsete jäätmete</w:t>
      </w:r>
      <w:r w:rsidRPr="00517DE7">
        <w:rPr>
          <w:spacing w:val="0"/>
        </w:rPr>
        <w:t xml:space="preserve">) koristus/kogumine ja üle andmine jäätmete käitlemise õigust omavale isikule ning </w:t>
      </w:r>
      <w:r w:rsidR="00A54195" w:rsidRPr="00517DE7">
        <w:rPr>
          <w:spacing w:val="0"/>
        </w:rPr>
        <w:t xml:space="preserve">alalt </w:t>
      </w:r>
      <w:r w:rsidRPr="00517DE7">
        <w:rPr>
          <w:spacing w:val="0"/>
        </w:rPr>
        <w:t xml:space="preserve">sinna õigusvastaselt veetud jäätmete ja nendest tekkinud saastuse koristamine </w:t>
      </w:r>
      <w:r w:rsidR="00580C61" w:rsidRPr="00517DE7">
        <w:rPr>
          <w:spacing w:val="0"/>
        </w:rPr>
        <w:t>t</w:t>
      </w:r>
      <w:r w:rsidRPr="00517DE7">
        <w:rPr>
          <w:spacing w:val="0"/>
        </w:rPr>
        <w:t>ellija poolt esitatud tellimuste alusel vastavalt</w:t>
      </w:r>
      <w:r w:rsidR="00B21C0E" w:rsidRPr="00517DE7">
        <w:rPr>
          <w:spacing w:val="0"/>
        </w:rPr>
        <w:t xml:space="preserve"> dünaamilise hankesüsteemi</w:t>
      </w:r>
      <w:r w:rsidR="007639DE" w:rsidRPr="00517DE7">
        <w:rPr>
          <w:spacing w:val="0"/>
        </w:rPr>
        <w:t xml:space="preserve"> viitenumber </w:t>
      </w:r>
      <w:r w:rsidR="00AD328B" w:rsidRPr="00517DE7">
        <w:rPr>
          <w:spacing w:val="0"/>
        </w:rPr>
        <w:t>286401</w:t>
      </w:r>
      <w:r w:rsidR="007A27B6" w:rsidRPr="00517DE7">
        <w:rPr>
          <w:spacing w:val="0"/>
        </w:rPr>
        <w:t xml:space="preserve"> </w:t>
      </w:r>
      <w:r w:rsidR="002B5A9A" w:rsidRPr="00517DE7">
        <w:rPr>
          <w:spacing w:val="0"/>
        </w:rPr>
        <w:t>alusdokumendi</w:t>
      </w:r>
      <w:r w:rsidR="00C7585B" w:rsidRPr="00517DE7">
        <w:rPr>
          <w:spacing w:val="0"/>
        </w:rPr>
        <w:t xml:space="preserve"> „Tehniline kirjeldus“</w:t>
      </w:r>
      <w:r w:rsidR="00AE0989" w:rsidRPr="00517DE7">
        <w:rPr>
          <w:spacing w:val="0"/>
        </w:rPr>
        <w:t xml:space="preserve"> ja riigi</w:t>
      </w:r>
      <w:r w:rsidR="00565C1F" w:rsidRPr="00517DE7">
        <w:rPr>
          <w:spacing w:val="0"/>
        </w:rPr>
        <w:t>hanke</w:t>
      </w:r>
      <w:r w:rsidR="000A2F8C" w:rsidRPr="00517DE7">
        <w:rPr>
          <w:spacing w:val="0"/>
        </w:rPr>
        <w:t xml:space="preserve"> </w:t>
      </w:r>
      <w:r w:rsidR="004C7109">
        <w:rPr>
          <w:spacing w:val="0"/>
        </w:rPr>
        <w:t>290563</w:t>
      </w:r>
      <w:r w:rsidR="00F2449E" w:rsidRPr="00517DE7">
        <w:rPr>
          <w:spacing w:val="0"/>
        </w:rPr>
        <w:t xml:space="preserve"> alusdokumentides</w:t>
      </w:r>
      <w:r w:rsidRPr="00517DE7">
        <w:rPr>
          <w:spacing w:val="0"/>
        </w:rPr>
        <w:t xml:space="preserve"> märgitule ning </w:t>
      </w:r>
      <w:r w:rsidR="008146AF" w:rsidRPr="00517DE7">
        <w:rPr>
          <w:spacing w:val="0"/>
        </w:rPr>
        <w:t>l</w:t>
      </w:r>
      <w:r w:rsidRPr="00517DE7">
        <w:rPr>
          <w:spacing w:val="0"/>
        </w:rPr>
        <w:t>epinguga kok</w:t>
      </w:r>
      <w:r w:rsidR="008146AF" w:rsidRPr="00517DE7">
        <w:rPr>
          <w:spacing w:val="0"/>
        </w:rPr>
        <w:t>k</w:t>
      </w:r>
      <w:r w:rsidRPr="00517DE7">
        <w:rPr>
          <w:spacing w:val="0"/>
        </w:rPr>
        <w:t>ulepitud tingimustel ja korras</w:t>
      </w:r>
      <w:r w:rsidR="000941D8" w:rsidRPr="00517DE7">
        <w:rPr>
          <w:spacing w:val="0"/>
        </w:rPr>
        <w:t xml:space="preserve"> (edaspidi nimetatud töö).</w:t>
      </w:r>
    </w:p>
    <w:p w14:paraId="2369D790" w14:textId="6D0C2A06" w:rsidR="00BA287C" w:rsidRPr="00517DE7" w:rsidRDefault="5A457DF8" w:rsidP="00461E45">
      <w:pPr>
        <w:pStyle w:val="Loendilik"/>
        <w:numPr>
          <w:ilvl w:val="1"/>
          <w:numId w:val="6"/>
        </w:numPr>
        <w:jc w:val="both"/>
      </w:pPr>
      <w:r w:rsidRPr="00BA287C">
        <w:rPr>
          <w:spacing w:val="0"/>
        </w:rPr>
        <w:t xml:space="preserve">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w:t>
      </w:r>
      <w:r w:rsidRPr="00517DE7">
        <w:rPr>
          <w:spacing w:val="0"/>
        </w:rPr>
        <w:t>jäätmed antakse objektil üle jäätmete käitlemise õigust omavale isikule.</w:t>
      </w:r>
    </w:p>
    <w:p w14:paraId="23E8C8DE" w14:textId="3E866B58" w:rsidR="006875DD" w:rsidRPr="00517DE7" w:rsidRDefault="00753430" w:rsidP="00FD6596">
      <w:pPr>
        <w:pStyle w:val="Loendilik"/>
        <w:numPr>
          <w:ilvl w:val="1"/>
          <w:numId w:val="6"/>
        </w:numPr>
        <w:jc w:val="both"/>
        <w:rPr>
          <w:spacing w:val="0"/>
        </w:rPr>
      </w:pPr>
      <w:r w:rsidRPr="00517DE7">
        <w:rPr>
          <w:spacing w:val="0"/>
        </w:rPr>
        <w:t>Tellija edastab käesoleva lepingu alusel töövõtjale tellimusi kuni 31.12.2025.a.</w:t>
      </w:r>
    </w:p>
    <w:p w14:paraId="1C6F81A4" w14:textId="0571D5EF" w:rsidR="00F6096E" w:rsidRPr="00517DE7" w:rsidRDefault="15672A03" w:rsidP="00FD6596">
      <w:pPr>
        <w:pStyle w:val="Loendilik"/>
        <w:numPr>
          <w:ilvl w:val="1"/>
          <w:numId w:val="6"/>
        </w:numPr>
        <w:jc w:val="both"/>
      </w:pPr>
      <w:r w:rsidRPr="00517DE7">
        <w:rPr>
          <w:spacing w:val="0"/>
        </w:rPr>
        <w:t xml:space="preserve">Tööd teostatakse töövõtja </w:t>
      </w:r>
      <w:r w:rsidR="00913A7E" w:rsidRPr="00517DE7">
        <w:rPr>
          <w:spacing w:val="0"/>
        </w:rPr>
        <w:t>vahenditega.</w:t>
      </w:r>
    </w:p>
    <w:p w14:paraId="1FC526ED" w14:textId="62DAA85B" w:rsidR="00C70996" w:rsidRPr="00362A4C" w:rsidRDefault="00B308FA" w:rsidP="00FD6596">
      <w:pPr>
        <w:pStyle w:val="Loendilik"/>
        <w:numPr>
          <w:ilvl w:val="1"/>
          <w:numId w:val="6"/>
        </w:numPr>
        <w:jc w:val="both"/>
        <w:rPr>
          <w:spacing w:val="0"/>
        </w:rPr>
      </w:pPr>
      <w:r w:rsidRPr="00362A4C">
        <w:rPr>
          <w:spacing w:val="0"/>
        </w:rPr>
        <w:lastRenderedPageBreak/>
        <w:t xml:space="preserve">Tellija </w:t>
      </w:r>
      <w:r w:rsidR="007A2DCD" w:rsidRPr="00362A4C">
        <w:rPr>
          <w:spacing w:val="0"/>
        </w:rPr>
        <w:t>tasub</w:t>
      </w:r>
      <w:r w:rsidRPr="00362A4C">
        <w:rPr>
          <w:spacing w:val="0"/>
        </w:rPr>
        <w:t xml:space="preserve"> töövõtjale </w:t>
      </w:r>
      <w:r w:rsidR="009613C8" w:rsidRPr="00362A4C">
        <w:rPr>
          <w:spacing w:val="0"/>
        </w:rPr>
        <w:t xml:space="preserve">teostatud töö eest vastavalt tegelikult teostatud tööde mahule </w:t>
      </w:r>
      <w:r w:rsidR="00A75819">
        <w:rPr>
          <w:spacing w:val="0"/>
        </w:rPr>
        <w:t xml:space="preserve">ja tööajale </w:t>
      </w:r>
      <w:r w:rsidR="009613C8" w:rsidRPr="00362A4C">
        <w:rPr>
          <w:spacing w:val="0"/>
        </w:rPr>
        <w:t>ning pool</w:t>
      </w:r>
      <w:r w:rsidR="00F6406B" w:rsidRPr="00362A4C">
        <w:rPr>
          <w:spacing w:val="0"/>
        </w:rPr>
        <w:t xml:space="preserve">te poolt kokku lepitud ühikuhindadele </w:t>
      </w:r>
      <w:r w:rsidR="00174372" w:rsidRPr="00362A4C">
        <w:rPr>
          <w:spacing w:val="0"/>
        </w:rPr>
        <w:t xml:space="preserve"> järgmiselt: </w:t>
      </w:r>
    </w:p>
    <w:p w14:paraId="57B6D496" w14:textId="6517D047" w:rsidR="004E057C" w:rsidRPr="00362A4C" w:rsidRDefault="00F033E8" w:rsidP="004E057C">
      <w:pPr>
        <w:pStyle w:val="Loendilik"/>
        <w:numPr>
          <w:ilvl w:val="2"/>
          <w:numId w:val="6"/>
        </w:numPr>
        <w:jc w:val="both"/>
        <w:rPr>
          <w:spacing w:val="0"/>
        </w:rPr>
      </w:pPr>
      <w:r w:rsidRPr="00362A4C">
        <w:rPr>
          <w:spacing w:val="0"/>
        </w:rPr>
        <w:t>Hooldatava ala k</w:t>
      </w:r>
      <w:r w:rsidR="00BE1179" w:rsidRPr="00362A4C">
        <w:rPr>
          <w:spacing w:val="0"/>
        </w:rPr>
        <w:t>oristuse maksumus</w:t>
      </w:r>
      <w:r w:rsidR="007B59F4" w:rsidRPr="00362A4C">
        <w:rPr>
          <w:spacing w:val="0"/>
        </w:rPr>
        <w:t xml:space="preserve"> ja </w:t>
      </w:r>
      <w:r w:rsidR="00266BC9" w:rsidRPr="00362A4C">
        <w:rPr>
          <w:spacing w:val="0"/>
        </w:rPr>
        <w:t>jäätmete transport</w:t>
      </w:r>
      <w:r w:rsidR="00D6784A" w:rsidRPr="00362A4C">
        <w:rPr>
          <w:spacing w:val="0"/>
        </w:rPr>
        <w:t xml:space="preserve"> käitlemiskohta</w:t>
      </w:r>
      <w:r w:rsidR="00563121">
        <w:rPr>
          <w:spacing w:val="0"/>
        </w:rPr>
        <w:t xml:space="preserve"> (edaspidi tööaeg)</w:t>
      </w:r>
      <w:r w:rsidR="002E6B6A" w:rsidRPr="00362A4C">
        <w:rPr>
          <w:spacing w:val="0"/>
        </w:rPr>
        <w:t xml:space="preserve"> [Sisesta summa] [Sisesta summa sõnadega])</w:t>
      </w:r>
      <w:r w:rsidR="00BD167A" w:rsidRPr="00362A4C">
        <w:rPr>
          <w:spacing w:val="0"/>
        </w:rPr>
        <w:t xml:space="preserve"> eurot </w:t>
      </w:r>
      <w:r w:rsidR="009F6363" w:rsidRPr="00362A4C">
        <w:rPr>
          <w:spacing w:val="0"/>
        </w:rPr>
        <w:t>/</w:t>
      </w:r>
      <w:r w:rsidR="00801E40" w:rsidRPr="00362A4C">
        <w:rPr>
          <w:spacing w:val="0"/>
        </w:rPr>
        <w:t xml:space="preserve"> </w:t>
      </w:r>
      <w:r w:rsidR="000E554E" w:rsidRPr="00362A4C">
        <w:rPr>
          <w:spacing w:val="0"/>
        </w:rPr>
        <w:t>üks</w:t>
      </w:r>
      <w:r w:rsidR="00801E40" w:rsidRPr="00362A4C">
        <w:rPr>
          <w:spacing w:val="0"/>
        </w:rPr>
        <w:t xml:space="preserve"> (1)</w:t>
      </w:r>
      <w:r w:rsidR="009F6363" w:rsidRPr="00362A4C">
        <w:rPr>
          <w:spacing w:val="0"/>
        </w:rPr>
        <w:t xml:space="preserve"> </w:t>
      </w:r>
      <w:r w:rsidR="00266BC9" w:rsidRPr="00362A4C">
        <w:rPr>
          <w:spacing w:val="0"/>
        </w:rPr>
        <w:t>tund</w:t>
      </w:r>
      <w:r w:rsidR="004F78C1" w:rsidRPr="00362A4C">
        <w:rPr>
          <w:spacing w:val="0"/>
        </w:rPr>
        <w:t xml:space="preserve"> </w:t>
      </w:r>
      <w:r w:rsidR="00205832" w:rsidRPr="00362A4C">
        <w:rPr>
          <w:spacing w:val="0"/>
        </w:rPr>
        <w:t>(</w:t>
      </w:r>
      <w:r w:rsidR="004F78C1" w:rsidRPr="00362A4C">
        <w:rPr>
          <w:spacing w:val="0"/>
        </w:rPr>
        <w:t>EUR/</w:t>
      </w:r>
      <w:r w:rsidR="00205832" w:rsidRPr="00362A4C">
        <w:rPr>
          <w:spacing w:val="0"/>
        </w:rPr>
        <w:t>h)</w:t>
      </w:r>
      <w:r w:rsidR="00FD1135" w:rsidRPr="00362A4C">
        <w:rPr>
          <w:spacing w:val="0"/>
        </w:rPr>
        <w:t xml:space="preserve"> </w:t>
      </w:r>
      <w:r w:rsidR="003E16B7" w:rsidRPr="00362A4C">
        <w:rPr>
          <w:spacing w:val="0"/>
        </w:rPr>
        <w:t>, millele lisandub käibemaks seaduses sätestatud määras.</w:t>
      </w:r>
    </w:p>
    <w:p w14:paraId="63A8B119" w14:textId="4CED80D7" w:rsidR="00100971" w:rsidRPr="00100971" w:rsidRDefault="00D715D7" w:rsidP="00100971">
      <w:pPr>
        <w:pStyle w:val="Loendilik"/>
        <w:numPr>
          <w:ilvl w:val="2"/>
          <w:numId w:val="6"/>
        </w:numPr>
        <w:jc w:val="both"/>
        <w:rPr>
          <w:spacing w:val="0"/>
        </w:rPr>
      </w:pPr>
      <w:r w:rsidRPr="00362A4C">
        <w:rPr>
          <w:spacing w:val="0"/>
        </w:rPr>
        <w:t xml:space="preserve">Ühe (1) </w:t>
      </w:r>
      <w:r w:rsidR="00E44D4B" w:rsidRPr="00362A4C">
        <w:rPr>
          <w:spacing w:val="0"/>
        </w:rPr>
        <w:t>tonni</w:t>
      </w:r>
      <w:r w:rsidR="00B4689C" w:rsidRPr="00362A4C">
        <w:rPr>
          <w:spacing w:val="0"/>
        </w:rPr>
        <w:t xml:space="preserve">  loomsete jäätmete </w:t>
      </w:r>
      <w:r w:rsidR="000C7D34" w:rsidRPr="00362A4C">
        <w:rPr>
          <w:spacing w:val="0"/>
        </w:rPr>
        <w:t xml:space="preserve">maksumus </w:t>
      </w:r>
      <w:r w:rsidR="009B10B5" w:rsidRPr="00362A4C">
        <w:rPr>
          <w:spacing w:val="0"/>
        </w:rPr>
        <w:t>vastavalt jäätme</w:t>
      </w:r>
      <w:r w:rsidR="00220BC3" w:rsidRPr="00362A4C">
        <w:rPr>
          <w:spacing w:val="0"/>
        </w:rPr>
        <w:t>käitluskoha</w:t>
      </w:r>
      <w:r w:rsidR="009B10B5" w:rsidRPr="00362A4C">
        <w:rPr>
          <w:spacing w:val="0"/>
        </w:rPr>
        <w:t xml:space="preserve"> hinnakirjale. </w:t>
      </w:r>
    </w:p>
    <w:p w14:paraId="60ECE259" w14:textId="19A1833B" w:rsidR="00427FBD" w:rsidRDefault="00427FBD" w:rsidP="004E057C">
      <w:pPr>
        <w:pStyle w:val="Loendilik"/>
        <w:numPr>
          <w:ilvl w:val="2"/>
          <w:numId w:val="6"/>
        </w:numPr>
        <w:jc w:val="both"/>
        <w:rPr>
          <w:spacing w:val="0"/>
        </w:rPr>
      </w:pPr>
      <w:r w:rsidRPr="00362A4C">
        <w:rPr>
          <w:spacing w:val="0"/>
        </w:rPr>
        <w:t xml:space="preserve">Ühe (1) tonni </w:t>
      </w:r>
      <w:r w:rsidR="00466C52" w:rsidRPr="00362A4C">
        <w:rPr>
          <w:spacing w:val="0"/>
        </w:rPr>
        <w:t xml:space="preserve">jäätmete maksumus vastavalt jäätmekäitluskoha hinnakirjale. </w:t>
      </w:r>
    </w:p>
    <w:p w14:paraId="458A356F" w14:textId="557CC0FD" w:rsidR="00A6298D" w:rsidRPr="00561A60" w:rsidRDefault="00A75819" w:rsidP="00A75819">
      <w:pPr>
        <w:pStyle w:val="Loendilik"/>
        <w:numPr>
          <w:ilvl w:val="1"/>
          <w:numId w:val="6"/>
        </w:numPr>
        <w:jc w:val="both"/>
        <w:rPr>
          <w:spacing w:val="0"/>
        </w:rPr>
      </w:pPr>
      <w:r w:rsidRPr="00561A60">
        <w:rPr>
          <w:spacing w:val="0"/>
        </w:rPr>
        <w:t>T</w:t>
      </w:r>
      <w:r w:rsidR="00532D93" w:rsidRPr="00561A60">
        <w:rPr>
          <w:spacing w:val="0"/>
        </w:rPr>
        <w:t xml:space="preserve">ööaja arvestus algab hetkest, kui töövõtja saabub </w:t>
      </w:r>
      <w:r w:rsidR="00C003A5" w:rsidRPr="00561A60">
        <w:rPr>
          <w:spacing w:val="0"/>
        </w:rPr>
        <w:t xml:space="preserve">lepingu objekti asukohta ja on valmis </w:t>
      </w:r>
      <w:r w:rsidR="00BA7C24" w:rsidRPr="00561A60">
        <w:rPr>
          <w:spacing w:val="0"/>
        </w:rPr>
        <w:t>tööülesande täitmiseks.</w:t>
      </w:r>
      <w:r w:rsidR="008B7261" w:rsidRPr="00561A60">
        <w:rPr>
          <w:spacing w:val="0"/>
        </w:rPr>
        <w:t xml:space="preserve"> </w:t>
      </w:r>
      <w:r w:rsidR="005B3937" w:rsidRPr="00561A60">
        <w:rPr>
          <w:spacing w:val="0"/>
        </w:rPr>
        <w:t xml:space="preserve">Tööaja hulka </w:t>
      </w:r>
      <w:r w:rsidR="00C515B4" w:rsidRPr="00561A60">
        <w:rPr>
          <w:spacing w:val="0"/>
        </w:rPr>
        <w:t xml:space="preserve">loetakse </w:t>
      </w:r>
      <w:r w:rsidR="000626CC" w:rsidRPr="00561A60">
        <w:rPr>
          <w:spacing w:val="0"/>
        </w:rPr>
        <w:t>ainult objektil töö tegemise aeg</w:t>
      </w:r>
      <w:r w:rsidR="00035728" w:rsidRPr="00561A60">
        <w:rPr>
          <w:spacing w:val="0"/>
        </w:rPr>
        <w:t>, samuti aeg</w:t>
      </w:r>
      <w:r w:rsidR="0026428C" w:rsidRPr="00561A60">
        <w:rPr>
          <w:spacing w:val="0"/>
        </w:rPr>
        <w:t xml:space="preserve">, </w:t>
      </w:r>
      <w:r w:rsidR="00F638EF" w:rsidRPr="00561A60">
        <w:rPr>
          <w:spacing w:val="0"/>
        </w:rPr>
        <w:t xml:space="preserve">mis kulub </w:t>
      </w:r>
      <w:r w:rsidR="00C076D5" w:rsidRPr="00561A60">
        <w:rPr>
          <w:spacing w:val="0"/>
        </w:rPr>
        <w:t xml:space="preserve">jäätmete transportimiseks </w:t>
      </w:r>
      <w:r w:rsidR="00467C1E" w:rsidRPr="00561A60">
        <w:rPr>
          <w:spacing w:val="0"/>
        </w:rPr>
        <w:t xml:space="preserve">jäätmekäitluskohta </w:t>
      </w:r>
      <w:r w:rsidR="00065B0F" w:rsidRPr="00561A60">
        <w:rPr>
          <w:spacing w:val="0"/>
        </w:rPr>
        <w:t>ning nende üleandmist</w:t>
      </w:r>
      <w:r w:rsidR="004E3777" w:rsidRPr="00561A60">
        <w:rPr>
          <w:spacing w:val="0"/>
        </w:rPr>
        <w:t xml:space="preserve"> jäätmete käitlemise õigust omavale isikule.</w:t>
      </w:r>
    </w:p>
    <w:p w14:paraId="11301AAF" w14:textId="35633C51" w:rsidR="00F857F7" w:rsidRPr="00362A4C" w:rsidRDefault="00F857F7" w:rsidP="00362A4C">
      <w:pPr>
        <w:pStyle w:val="Loendilik"/>
        <w:numPr>
          <w:ilvl w:val="1"/>
          <w:numId w:val="6"/>
        </w:numPr>
        <w:jc w:val="both"/>
        <w:rPr>
          <w:spacing w:val="0"/>
        </w:rPr>
      </w:pPr>
      <w:r w:rsidRPr="00362A4C">
        <w:rPr>
          <w:spacing w:val="0"/>
        </w:rPr>
        <w:t xml:space="preserve">Lepingu maksumus on lepingu kehtivusaja jooksul selle alusel esitatud tellimuste kogumaksumus. Lepingu maksimaalne võimalik kogumaksumus on kuni </w:t>
      </w:r>
      <w:r w:rsidR="009A3352">
        <w:rPr>
          <w:spacing w:val="0"/>
        </w:rPr>
        <w:t>8</w:t>
      </w:r>
      <w:r w:rsidRPr="00362A4C">
        <w:rPr>
          <w:spacing w:val="0"/>
        </w:rPr>
        <w:t>000 (</w:t>
      </w:r>
      <w:r w:rsidR="009A3352">
        <w:rPr>
          <w:spacing w:val="0"/>
        </w:rPr>
        <w:t xml:space="preserve">kaheksa </w:t>
      </w:r>
      <w:r w:rsidRPr="00362A4C">
        <w:rPr>
          <w:spacing w:val="0"/>
        </w:rPr>
        <w:t xml:space="preserve">tuhat) eurot, millele lisandub käibemaks. Tellija  ei ole kohustatud tellima teenuseid kogu nimetatud summa ulatuses. Lepingu lõplik hind kujuneb lepingu kehtivuse ajal vastavalt esitatud tellimustele. </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505702" w:rsidRDefault="006821A7" w:rsidP="00102627">
      <w:pPr>
        <w:pStyle w:val="Loendilik"/>
        <w:numPr>
          <w:ilvl w:val="2"/>
          <w:numId w:val="6"/>
        </w:numPr>
        <w:ind w:left="1225" w:hanging="505"/>
        <w:contextualSpacing w:val="0"/>
        <w:jc w:val="both"/>
        <w:rPr>
          <w:spacing w:val="0"/>
        </w:rPr>
      </w:pPr>
      <w:r w:rsidRPr="00505702">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505702" w:rsidRDefault="00506FA7" w:rsidP="00102627">
      <w:pPr>
        <w:pStyle w:val="Loendilik"/>
        <w:numPr>
          <w:ilvl w:val="2"/>
          <w:numId w:val="6"/>
        </w:numPr>
        <w:ind w:left="1225" w:hanging="505"/>
        <w:jc w:val="both"/>
        <w:rPr>
          <w:spacing w:val="0"/>
        </w:rPr>
      </w:pPr>
      <w:r w:rsidRPr="00505702">
        <w:rPr>
          <w:spacing w:val="0"/>
        </w:rPr>
        <w:t>tegema tööd kvaliteetselt vastavalt punktis 2 märgitud kirjeldusele, pidades kinni tähtaegadest ning andma tellija soovil informatsiooni töö teostamise aja ja seisu kohta;</w:t>
      </w:r>
    </w:p>
    <w:p w14:paraId="2F110C89" w14:textId="77777777" w:rsidR="00195066" w:rsidRPr="00505702" w:rsidRDefault="00195066" w:rsidP="00102627">
      <w:pPr>
        <w:pStyle w:val="Loendilik"/>
        <w:numPr>
          <w:ilvl w:val="2"/>
          <w:numId w:val="6"/>
        </w:numPr>
        <w:jc w:val="both"/>
        <w:rPr>
          <w:spacing w:val="0"/>
        </w:rPr>
      </w:pPr>
      <w:r w:rsidRPr="00505702">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505702" w:rsidRDefault="0086345D" w:rsidP="00102627">
      <w:pPr>
        <w:pStyle w:val="Loendilik"/>
        <w:numPr>
          <w:ilvl w:val="2"/>
          <w:numId w:val="6"/>
        </w:numPr>
        <w:jc w:val="both"/>
        <w:rPr>
          <w:spacing w:val="0"/>
        </w:rPr>
      </w:pPr>
      <w:r w:rsidRPr="00505702">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505702" w:rsidRDefault="008235F3" w:rsidP="00102627">
      <w:pPr>
        <w:pStyle w:val="Loendilik"/>
        <w:numPr>
          <w:ilvl w:val="2"/>
          <w:numId w:val="6"/>
        </w:numPr>
        <w:jc w:val="both"/>
        <w:rPr>
          <w:spacing w:val="0"/>
        </w:rPr>
      </w:pPr>
      <w:r w:rsidRPr="00505702">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505702" w:rsidRDefault="00650EA5" w:rsidP="00102627">
      <w:pPr>
        <w:pStyle w:val="Loendilik"/>
        <w:numPr>
          <w:ilvl w:val="2"/>
          <w:numId w:val="6"/>
        </w:numPr>
        <w:jc w:val="both"/>
        <w:rPr>
          <w:spacing w:val="0"/>
        </w:rPr>
      </w:pPr>
      <w:r w:rsidRPr="00505702">
        <w:rPr>
          <w:spacing w:val="0"/>
        </w:rPr>
        <w:t>täitma töö tegemisel ohutustehnika-, töökaitse- ja muid nõudeid ja eeskirju, mis tulenevad töö iseloomust;</w:t>
      </w:r>
    </w:p>
    <w:p w14:paraId="19B343B6" w14:textId="77777777" w:rsidR="001B0606" w:rsidRPr="00505702" w:rsidRDefault="001B0606" w:rsidP="00102627">
      <w:pPr>
        <w:pStyle w:val="Loendilik"/>
        <w:numPr>
          <w:ilvl w:val="2"/>
          <w:numId w:val="6"/>
        </w:numPr>
        <w:jc w:val="both"/>
        <w:rPr>
          <w:spacing w:val="0"/>
        </w:rPr>
      </w:pPr>
      <w:r w:rsidRPr="00505702">
        <w:rPr>
          <w:spacing w:val="0"/>
        </w:rPr>
        <w:t>vajadusel hankima tööde tegemiseks vajalikud load;</w:t>
      </w:r>
    </w:p>
    <w:p w14:paraId="60882459" w14:textId="77777777" w:rsidR="001430FC" w:rsidRPr="00505702" w:rsidRDefault="001430FC" w:rsidP="00102627">
      <w:pPr>
        <w:pStyle w:val="Loendilik"/>
        <w:numPr>
          <w:ilvl w:val="2"/>
          <w:numId w:val="6"/>
        </w:numPr>
        <w:jc w:val="both"/>
        <w:rPr>
          <w:spacing w:val="0"/>
        </w:rPr>
      </w:pPr>
      <w:r w:rsidRPr="00505702">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505702" w:rsidRDefault="00DC5A07" w:rsidP="00102627">
      <w:pPr>
        <w:pStyle w:val="Loendilik"/>
        <w:numPr>
          <w:ilvl w:val="2"/>
          <w:numId w:val="6"/>
        </w:numPr>
        <w:jc w:val="both"/>
        <w:rPr>
          <w:spacing w:val="0"/>
        </w:rPr>
      </w:pPr>
      <w:r w:rsidRPr="00505702">
        <w:rPr>
          <w:spacing w:val="0"/>
        </w:rPr>
        <w:t>teavitama tellijat kohe kirjalikult oma lepingus toodud andmete muudatustest;</w:t>
      </w:r>
    </w:p>
    <w:p w14:paraId="62062263" w14:textId="77777777" w:rsidR="00D77B12" w:rsidRPr="00505702" w:rsidRDefault="00B60902" w:rsidP="00102627">
      <w:pPr>
        <w:pStyle w:val="Loendilik"/>
        <w:numPr>
          <w:ilvl w:val="2"/>
          <w:numId w:val="6"/>
        </w:numPr>
        <w:jc w:val="both"/>
        <w:rPr>
          <w:spacing w:val="0"/>
        </w:rPr>
      </w:pPr>
      <w:r w:rsidRPr="00505702">
        <w:rPr>
          <w:spacing w:val="0"/>
        </w:rPr>
        <w:t>mitte kahjustama tööde käigus maaüksuse ega naaberkinnisasja seisukorda. Kahjude tekkimisel tuleb ala töövõtja kulul heakorrastada ja hüvitada tekkinud kahju;</w:t>
      </w:r>
      <w:bookmarkStart w:id="1" w:name="_Hlk181198686"/>
    </w:p>
    <w:p w14:paraId="0677DED7" w14:textId="0CA62824" w:rsidR="00D77B12" w:rsidRDefault="009602DD" w:rsidP="00102627">
      <w:pPr>
        <w:pStyle w:val="Loendilik"/>
        <w:numPr>
          <w:ilvl w:val="2"/>
          <w:numId w:val="6"/>
        </w:numPr>
        <w:spacing w:after="120"/>
        <w:contextualSpacing w:val="0"/>
        <w:jc w:val="both"/>
        <w:rPr>
          <w:spacing w:val="0"/>
        </w:rPr>
      </w:pPr>
      <w:r w:rsidRPr="00505702">
        <w:rPr>
          <w:spacing w:val="0"/>
        </w:rPr>
        <w:t>t</w:t>
      </w:r>
      <w:r w:rsidR="00D77B12" w:rsidRPr="00505702">
        <w:rPr>
          <w:spacing w:val="0"/>
        </w:rPr>
        <w:t xml:space="preserve">agama lepingu täitmise käigus isikuandmete töötlemise õiguspärasuse ning vastavuse isikuandmete kaitse </w:t>
      </w:r>
      <w:proofErr w:type="spellStart"/>
      <w:r w:rsidR="00D77B12" w:rsidRPr="00505702">
        <w:rPr>
          <w:spacing w:val="0"/>
        </w:rPr>
        <w:t>üldmääruse</w:t>
      </w:r>
      <w:proofErr w:type="spellEnd"/>
      <w:r w:rsidR="00D77B12" w:rsidRPr="00505702">
        <w:rPr>
          <w:spacing w:val="0"/>
        </w:rPr>
        <w:t xml:space="preserve"> (EL 2016/679) ja teistes andmekaitse õigusaktides sätestatud nõuetele, sh täitma organisatsioonilisi, füüsilisi ja </w:t>
      </w:r>
      <w:r w:rsidR="00D77B12" w:rsidRPr="00505702">
        <w:rPr>
          <w:spacing w:val="0"/>
        </w:rPr>
        <w:lastRenderedPageBreak/>
        <w:t>infotehnoloogilisi turvameetmeid konfidentsiaalsete andmete kaitseks juhusliku või tahtliku volitamata muutmise, juhusliku hävimise, avalikustamise jms eest</w:t>
      </w:r>
      <w:r w:rsidR="004F188D">
        <w:rPr>
          <w:spacing w:val="0"/>
        </w:rPr>
        <w:t>;</w:t>
      </w:r>
    </w:p>
    <w:p w14:paraId="12C67350" w14:textId="67667B53" w:rsidR="004F188D" w:rsidRDefault="00985E87" w:rsidP="00EE5D0B">
      <w:pPr>
        <w:pStyle w:val="Loendilik"/>
        <w:numPr>
          <w:ilvl w:val="2"/>
          <w:numId w:val="6"/>
        </w:numPr>
        <w:spacing w:after="120"/>
        <w:jc w:val="both"/>
        <w:rPr>
          <w:spacing w:val="0"/>
        </w:rPr>
      </w:pPr>
      <w:r>
        <w:rPr>
          <w:spacing w:val="0"/>
        </w:rPr>
        <w:t>lisaks kohustab töövõtja:</w:t>
      </w:r>
    </w:p>
    <w:p w14:paraId="561884EC" w14:textId="379A9E10" w:rsidR="00985E87" w:rsidRPr="008E354F" w:rsidRDefault="00662409" w:rsidP="00EE5D0B">
      <w:pPr>
        <w:pStyle w:val="Loendilik"/>
        <w:numPr>
          <w:ilvl w:val="3"/>
          <w:numId w:val="6"/>
        </w:numPr>
        <w:spacing w:after="120"/>
        <w:jc w:val="both"/>
        <w:rPr>
          <w:spacing w:val="0"/>
        </w:rPr>
      </w:pPr>
      <w:r w:rsidRPr="006914F2">
        <w:rPr>
          <w:spacing w:val="0"/>
        </w:rPr>
        <w:t xml:space="preserve">korraldama </w:t>
      </w:r>
      <w:r w:rsidR="00BF53A6" w:rsidRPr="006914F2">
        <w:rPr>
          <w:spacing w:val="0"/>
        </w:rPr>
        <w:t xml:space="preserve">loomsete </w:t>
      </w:r>
      <w:r w:rsidRPr="006914F2">
        <w:rPr>
          <w:spacing w:val="0"/>
        </w:rPr>
        <w:t>jäätmete kogumise ja likvideerimise</w:t>
      </w:r>
      <w:r w:rsidR="005C1BC0" w:rsidRPr="006914F2">
        <w:rPr>
          <w:spacing w:val="0"/>
        </w:rPr>
        <w:t xml:space="preserve"> </w:t>
      </w:r>
      <w:r w:rsidR="002F76D8" w:rsidRPr="006914F2">
        <w:rPr>
          <w:spacing w:val="0"/>
        </w:rPr>
        <w:t>alalt</w:t>
      </w:r>
      <w:r w:rsidR="005C1BC0" w:rsidRPr="006914F2">
        <w:rPr>
          <w:spacing w:val="0"/>
        </w:rPr>
        <w:t xml:space="preserve"> hiljemalt </w:t>
      </w:r>
      <w:r w:rsidR="00EB17C4" w:rsidRPr="006914F2">
        <w:rPr>
          <w:spacing w:val="0"/>
        </w:rPr>
        <w:t xml:space="preserve">5 tööpäeva </w:t>
      </w:r>
      <w:r w:rsidR="00974F69" w:rsidRPr="006914F2">
        <w:rPr>
          <w:spacing w:val="0"/>
        </w:rPr>
        <w:t xml:space="preserve">jooksul </w:t>
      </w:r>
      <w:r w:rsidR="00A10265" w:rsidRPr="006914F2">
        <w:rPr>
          <w:spacing w:val="0"/>
        </w:rPr>
        <w:t xml:space="preserve">ja </w:t>
      </w:r>
      <w:r w:rsidR="009A1953" w:rsidRPr="006914F2">
        <w:rPr>
          <w:spacing w:val="0"/>
        </w:rPr>
        <w:t xml:space="preserve">muude jäätmete </w:t>
      </w:r>
      <w:r w:rsidR="00870D56" w:rsidRPr="006914F2">
        <w:rPr>
          <w:spacing w:val="0"/>
        </w:rPr>
        <w:t xml:space="preserve">kogumise ja likvideerimise </w:t>
      </w:r>
      <w:r w:rsidR="00B31120" w:rsidRPr="006914F2">
        <w:rPr>
          <w:spacing w:val="0"/>
        </w:rPr>
        <w:t>alalt</w:t>
      </w:r>
      <w:r w:rsidR="00870D56" w:rsidRPr="006914F2">
        <w:rPr>
          <w:spacing w:val="0"/>
        </w:rPr>
        <w:t xml:space="preserve"> </w:t>
      </w:r>
      <w:r w:rsidR="00870D56" w:rsidRPr="008E354F">
        <w:rPr>
          <w:spacing w:val="0"/>
        </w:rPr>
        <w:t xml:space="preserve">hiljemalt </w:t>
      </w:r>
      <w:r w:rsidR="00A10265" w:rsidRPr="008E354F">
        <w:rPr>
          <w:spacing w:val="0"/>
        </w:rPr>
        <w:t xml:space="preserve">10 tööpäeva jooksul </w:t>
      </w:r>
      <w:r w:rsidR="005B7C74" w:rsidRPr="008E354F">
        <w:rPr>
          <w:spacing w:val="0"/>
        </w:rPr>
        <w:t xml:space="preserve">peale </w:t>
      </w:r>
      <w:r w:rsidR="00101F25" w:rsidRPr="008E354F">
        <w:rPr>
          <w:spacing w:val="0"/>
        </w:rPr>
        <w:t xml:space="preserve">tellimuse </w:t>
      </w:r>
      <w:r w:rsidR="005B7C74" w:rsidRPr="008E354F">
        <w:rPr>
          <w:spacing w:val="0"/>
        </w:rPr>
        <w:t>saamist tellijalt</w:t>
      </w:r>
      <w:r w:rsidR="008E354F" w:rsidRPr="008E354F">
        <w:rPr>
          <w:spacing w:val="0"/>
        </w:rPr>
        <w:t>;</w:t>
      </w:r>
    </w:p>
    <w:p w14:paraId="2EDBE688" w14:textId="4448676E" w:rsidR="00617800" w:rsidRPr="008E354F" w:rsidRDefault="00D51C03" w:rsidP="00EE5D0B">
      <w:pPr>
        <w:pStyle w:val="Loendilik"/>
        <w:numPr>
          <w:ilvl w:val="3"/>
          <w:numId w:val="6"/>
        </w:numPr>
        <w:spacing w:after="120"/>
        <w:jc w:val="both"/>
        <w:rPr>
          <w:spacing w:val="0"/>
        </w:rPr>
      </w:pPr>
      <w:r w:rsidRPr="008E354F">
        <w:rPr>
          <w:spacing w:val="0"/>
        </w:rPr>
        <w:t>e</w:t>
      </w:r>
      <w:r w:rsidR="00617800" w:rsidRPr="008E354F">
        <w:rPr>
          <w:spacing w:val="0"/>
        </w:rPr>
        <w:t xml:space="preserve">dastama tellijale e-postiga teate ala koristamise </w:t>
      </w:r>
      <w:r w:rsidR="00D513C9" w:rsidRPr="008E354F">
        <w:rPr>
          <w:spacing w:val="0"/>
        </w:rPr>
        <w:t>alustamisel</w:t>
      </w:r>
      <w:r w:rsidR="008E354F" w:rsidRPr="008E354F">
        <w:rPr>
          <w:spacing w:val="0"/>
        </w:rPr>
        <w:t>;</w:t>
      </w:r>
    </w:p>
    <w:p w14:paraId="11C64E52" w14:textId="75E6B5DD" w:rsidR="00AA775F" w:rsidRPr="008E354F" w:rsidRDefault="00297FB8" w:rsidP="00EE5D0B">
      <w:pPr>
        <w:pStyle w:val="Loendilik"/>
        <w:numPr>
          <w:ilvl w:val="3"/>
          <w:numId w:val="6"/>
        </w:numPr>
        <w:spacing w:after="120"/>
        <w:jc w:val="both"/>
        <w:rPr>
          <w:spacing w:val="0"/>
        </w:rPr>
      </w:pPr>
      <w:r w:rsidRPr="008E354F">
        <w:rPr>
          <w:spacing w:val="0"/>
        </w:rPr>
        <w:t>e</w:t>
      </w:r>
      <w:r w:rsidR="00E23152" w:rsidRPr="008E354F">
        <w:rPr>
          <w:spacing w:val="0"/>
        </w:rPr>
        <w:t xml:space="preserve">dastama tellijale </w:t>
      </w:r>
      <w:r w:rsidR="00AE52B2" w:rsidRPr="008E354F">
        <w:rPr>
          <w:spacing w:val="0"/>
        </w:rPr>
        <w:t>e-postiga teate ala koristamise lõpetamisel, mis sisaldab koristatud jäätmete kogust</w:t>
      </w:r>
      <w:r w:rsidR="00EE5D0B" w:rsidRPr="008E354F">
        <w:rPr>
          <w:spacing w:val="0"/>
        </w:rPr>
        <w:t xml:space="preserve">. </w:t>
      </w:r>
    </w:p>
    <w:p w14:paraId="6A096712" w14:textId="77777777" w:rsidR="00EE5D0B" w:rsidRPr="005B7C74" w:rsidRDefault="00EE5D0B" w:rsidP="00EE5D0B">
      <w:pPr>
        <w:pStyle w:val="Loendilik"/>
        <w:spacing w:after="120"/>
        <w:ind w:left="1728"/>
        <w:jc w:val="both"/>
        <w:rPr>
          <w:color w:val="FF0000"/>
          <w:spacing w:val="0"/>
        </w:rPr>
      </w:pP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575857" w:rsidRDefault="00396C2A" w:rsidP="00102627">
      <w:pPr>
        <w:pStyle w:val="Loendilik"/>
        <w:numPr>
          <w:ilvl w:val="2"/>
          <w:numId w:val="6"/>
        </w:numPr>
        <w:jc w:val="both"/>
        <w:rPr>
          <w:spacing w:val="0"/>
        </w:rPr>
      </w:pPr>
      <w:r w:rsidRPr="00575857">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575857" w:rsidRDefault="002778C3" w:rsidP="00102627">
      <w:pPr>
        <w:pStyle w:val="Loendilik"/>
        <w:numPr>
          <w:ilvl w:val="2"/>
          <w:numId w:val="6"/>
        </w:numPr>
        <w:jc w:val="both"/>
        <w:rPr>
          <w:spacing w:val="0"/>
        </w:rPr>
      </w:pPr>
      <w:r w:rsidRPr="00575857">
        <w:rPr>
          <w:spacing w:val="0"/>
        </w:rPr>
        <w:t>nõuda tellijast sõltuvate lepingu täitmist takistavate asjaolude kõrvaldamise korraldamist;</w:t>
      </w:r>
    </w:p>
    <w:p w14:paraId="26723F7E" w14:textId="77777777" w:rsidR="00BE4AA7" w:rsidRPr="00575857" w:rsidRDefault="00BE4AA7" w:rsidP="00102627">
      <w:pPr>
        <w:pStyle w:val="Loendilik"/>
        <w:numPr>
          <w:ilvl w:val="2"/>
          <w:numId w:val="6"/>
        </w:numPr>
        <w:spacing w:after="120"/>
        <w:contextualSpacing w:val="0"/>
        <w:jc w:val="both"/>
        <w:rPr>
          <w:spacing w:val="0"/>
        </w:rPr>
      </w:pPr>
      <w:r w:rsidRPr="00575857">
        <w:rPr>
          <w:spacing w:val="0"/>
        </w:rPr>
        <w:t>saada teostatud töö eest tasu vastavalt lepingus sätestatud tingimustele ja korrale.</w:t>
      </w:r>
    </w:p>
    <w:p w14:paraId="4E67E6B7" w14:textId="77777777" w:rsidR="007A6BEA" w:rsidRPr="00BE4AA7" w:rsidRDefault="007A6BEA" w:rsidP="007A6BEA">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Default="00E71FF9" w:rsidP="00102627">
      <w:pPr>
        <w:pStyle w:val="Loendilik"/>
        <w:numPr>
          <w:ilvl w:val="2"/>
          <w:numId w:val="6"/>
        </w:numPr>
        <w:spacing w:after="120"/>
        <w:contextualSpacing w:val="0"/>
        <w:jc w:val="both"/>
        <w:rPr>
          <w:spacing w:val="0"/>
        </w:rPr>
      </w:pPr>
      <w:r w:rsidRPr="00102627">
        <w:rPr>
          <w:spacing w:val="0"/>
        </w:rPr>
        <w:t>esitama töö kvaliteedi puuduste või lepingule mittevastavuse kohta töövõtjale pretensioonid 5 (viie) tööpäeva jooksul arvates puudusest teadasaamisest.</w:t>
      </w:r>
    </w:p>
    <w:p w14:paraId="74EF7279" w14:textId="22C2E07A" w:rsidR="00473012" w:rsidRPr="006914F2" w:rsidRDefault="005B6D25" w:rsidP="08546489">
      <w:pPr>
        <w:pStyle w:val="Loendilik"/>
        <w:numPr>
          <w:ilvl w:val="2"/>
          <w:numId w:val="6"/>
        </w:numPr>
        <w:jc w:val="both"/>
      </w:pPr>
      <w:r w:rsidRPr="006914F2">
        <w:rPr>
          <w:spacing w:val="0"/>
        </w:rPr>
        <w:t>l</w:t>
      </w:r>
      <w:r w:rsidR="00FE6747" w:rsidRPr="006914F2">
        <w:rPr>
          <w:spacing w:val="0"/>
        </w:rPr>
        <w:t>isaks kohustub tellija</w:t>
      </w:r>
      <w:r w:rsidR="1EA68783" w:rsidRPr="006914F2">
        <w:rPr>
          <w:spacing w:val="0"/>
        </w:rPr>
        <w:t xml:space="preserve"> </w:t>
      </w:r>
      <w:r w:rsidR="4A568CCD" w:rsidRPr="006914F2">
        <w:rPr>
          <w:spacing w:val="0"/>
        </w:rPr>
        <w:t xml:space="preserve">igakordselt </w:t>
      </w:r>
      <w:r w:rsidR="1EA68783" w:rsidRPr="006914F2">
        <w:rPr>
          <w:spacing w:val="0"/>
        </w:rPr>
        <w:t>tellimuse esitamisel</w:t>
      </w:r>
      <w:r w:rsidR="00FE6747" w:rsidRPr="006914F2">
        <w:rPr>
          <w:spacing w:val="0"/>
        </w:rPr>
        <w:t>:</w:t>
      </w:r>
    </w:p>
    <w:p w14:paraId="3AA9E393" w14:textId="7DAD6687" w:rsidR="00FE6747" w:rsidRPr="006914F2" w:rsidRDefault="001A47BB" w:rsidP="00E10DCC">
      <w:pPr>
        <w:pStyle w:val="Loendilik"/>
        <w:numPr>
          <w:ilvl w:val="3"/>
          <w:numId w:val="6"/>
        </w:numPr>
        <w:contextualSpacing w:val="0"/>
        <w:jc w:val="both"/>
        <w:rPr>
          <w:spacing w:val="0"/>
        </w:rPr>
      </w:pPr>
      <w:r w:rsidRPr="006914F2">
        <w:rPr>
          <w:spacing w:val="0"/>
        </w:rPr>
        <w:t>e</w:t>
      </w:r>
      <w:r w:rsidR="00CB2DD7" w:rsidRPr="006914F2">
        <w:rPr>
          <w:spacing w:val="0"/>
        </w:rPr>
        <w:t xml:space="preserve">dastama töövõtjale teate iga </w:t>
      </w:r>
      <w:r w:rsidR="00B969F9" w:rsidRPr="006914F2">
        <w:rPr>
          <w:spacing w:val="0"/>
        </w:rPr>
        <w:t>tellimuse</w:t>
      </w:r>
      <w:r w:rsidR="001A3281" w:rsidRPr="006914F2">
        <w:rPr>
          <w:spacing w:val="0"/>
        </w:rPr>
        <w:t xml:space="preserve"> kohta eraldi e-postiga;</w:t>
      </w:r>
    </w:p>
    <w:p w14:paraId="118D1C73" w14:textId="3C5FC0F1" w:rsidR="00B331A1" w:rsidRPr="006914F2" w:rsidRDefault="001A47BB" w:rsidP="00E10DCC">
      <w:pPr>
        <w:pStyle w:val="Loendilik"/>
        <w:numPr>
          <w:ilvl w:val="3"/>
          <w:numId w:val="6"/>
        </w:numPr>
        <w:contextualSpacing w:val="0"/>
        <w:jc w:val="both"/>
        <w:rPr>
          <w:spacing w:val="0"/>
        </w:rPr>
      </w:pPr>
      <w:r w:rsidRPr="006914F2">
        <w:rPr>
          <w:spacing w:val="0"/>
        </w:rPr>
        <w:t>e</w:t>
      </w:r>
      <w:r w:rsidR="005E03E2" w:rsidRPr="006914F2">
        <w:rPr>
          <w:spacing w:val="0"/>
        </w:rPr>
        <w:t>dastama hinnangulise jäätmete koguse</w:t>
      </w:r>
      <w:r w:rsidR="00E87957" w:rsidRPr="006914F2">
        <w:rPr>
          <w:spacing w:val="0"/>
        </w:rPr>
        <w:t>d</w:t>
      </w:r>
      <w:r w:rsidR="005E03E2" w:rsidRPr="006914F2">
        <w:rPr>
          <w:spacing w:val="0"/>
        </w:rPr>
        <w:t xml:space="preserve"> (tonnides) ja jäätmeliigid</w:t>
      </w:r>
      <w:r w:rsidR="00934C8F" w:rsidRPr="006914F2">
        <w:rPr>
          <w:spacing w:val="0"/>
        </w:rPr>
        <w:t>;</w:t>
      </w:r>
    </w:p>
    <w:p w14:paraId="5C8D4DCE" w14:textId="182A9B61" w:rsidR="00E10DCC" w:rsidRPr="006914F2" w:rsidRDefault="001A47BB" w:rsidP="7EB5ABB8">
      <w:pPr>
        <w:pStyle w:val="Loendilik"/>
        <w:numPr>
          <w:ilvl w:val="3"/>
          <w:numId w:val="6"/>
        </w:numPr>
        <w:jc w:val="both"/>
        <w:rPr>
          <w:spacing w:val="0"/>
        </w:rPr>
      </w:pPr>
      <w:r w:rsidRPr="006914F2">
        <w:rPr>
          <w:spacing w:val="0"/>
        </w:rPr>
        <w:t>e</w:t>
      </w:r>
      <w:r w:rsidR="00773270" w:rsidRPr="006914F2">
        <w:rPr>
          <w:spacing w:val="0"/>
        </w:rPr>
        <w:t xml:space="preserve">dastama vajaliku teadaoleva lisainfo või eritingimused </w:t>
      </w:r>
      <w:r w:rsidR="73757635" w:rsidRPr="006914F2">
        <w:rPr>
          <w:spacing w:val="0"/>
        </w:rPr>
        <w:t xml:space="preserve"> töö</w:t>
      </w:r>
      <w:r w:rsidR="00773270" w:rsidRPr="006914F2">
        <w:rPr>
          <w:spacing w:val="0"/>
        </w:rPr>
        <w:t xml:space="preserve"> kohta</w:t>
      </w:r>
      <w:r w:rsidR="00B96A34" w:rsidRPr="006914F2">
        <w:rPr>
          <w:spacing w:val="0"/>
        </w:rPr>
        <w:t>;</w:t>
      </w:r>
    </w:p>
    <w:p w14:paraId="577E87C0" w14:textId="6887FC16" w:rsidR="00B96A34" w:rsidRPr="006914F2" w:rsidRDefault="009A764F" w:rsidP="00E10DCC">
      <w:pPr>
        <w:pStyle w:val="Loendilik"/>
        <w:numPr>
          <w:ilvl w:val="3"/>
          <w:numId w:val="6"/>
        </w:numPr>
        <w:contextualSpacing w:val="0"/>
        <w:jc w:val="both"/>
        <w:rPr>
          <w:spacing w:val="0"/>
        </w:rPr>
      </w:pPr>
      <w:r w:rsidRPr="006914F2">
        <w:rPr>
          <w:spacing w:val="0"/>
        </w:rPr>
        <w:t xml:space="preserve">edastama vajadusel objekti </w:t>
      </w:r>
      <w:r w:rsidR="00C33EDD" w:rsidRPr="006914F2">
        <w:rPr>
          <w:spacing w:val="0"/>
        </w:rPr>
        <w:t xml:space="preserve">leidmiseks </w:t>
      </w:r>
      <w:r w:rsidR="005838BC" w:rsidRPr="006914F2">
        <w:rPr>
          <w:spacing w:val="0"/>
        </w:rPr>
        <w:t xml:space="preserve">koordinaadid (X/Y). </w:t>
      </w:r>
    </w:p>
    <w:p w14:paraId="3B7DE311" w14:textId="0B343180" w:rsidR="00934C8F" w:rsidRPr="00897D7F" w:rsidRDefault="00934C8F" w:rsidP="00E10DCC">
      <w:pPr>
        <w:pStyle w:val="Loendilik"/>
        <w:ind w:left="1728"/>
        <w:contextualSpacing w:val="0"/>
        <w:jc w:val="both"/>
        <w:rPr>
          <w:color w:val="FF0000"/>
          <w:spacing w:val="0"/>
        </w:rPr>
      </w:pP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0C1B0587" w:rsidR="00FE0F60" w:rsidRPr="006914F2" w:rsidRDefault="007E4296" w:rsidP="00102627">
      <w:pPr>
        <w:pStyle w:val="Loendilik"/>
        <w:numPr>
          <w:ilvl w:val="2"/>
          <w:numId w:val="6"/>
        </w:numPr>
        <w:jc w:val="both"/>
        <w:rPr>
          <w:spacing w:val="0"/>
        </w:rPr>
      </w:pPr>
      <w:r w:rsidRPr="006914F2">
        <w:rPr>
          <w:spacing w:val="0"/>
        </w:rPr>
        <w:t xml:space="preserve">erakordsete asjaolude ilmnemisel pikendada töö tegemiseks punktis </w:t>
      </w:r>
      <w:r w:rsidR="00AB744E" w:rsidRPr="006914F2">
        <w:rPr>
          <w:spacing w:val="0"/>
        </w:rPr>
        <w:t>3.1.12.1</w:t>
      </w:r>
      <w:r w:rsidRPr="006914F2">
        <w:rPr>
          <w:spacing w:val="0"/>
        </w:rPr>
        <w:t xml:space="preserve">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lastRenderedPageBreak/>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Pr="00747036" w:rsidRDefault="007E4296" w:rsidP="00D569EC">
      <w:pPr>
        <w:pStyle w:val="Loendilik"/>
        <w:numPr>
          <w:ilvl w:val="3"/>
          <w:numId w:val="6"/>
        </w:numPr>
        <w:jc w:val="both"/>
        <w:rPr>
          <w:spacing w:val="0"/>
        </w:rPr>
      </w:pPr>
      <w:r w:rsidRPr="00747036">
        <w:rPr>
          <w:spacing w:val="0"/>
        </w:rPr>
        <w:t>töövõtja ei ole tellijale tööd üle andnud hiljemalt 1 (ühe) kuu möödumisel arvates kokkulepitud töö üleandmise tähtpäevast;</w:t>
      </w:r>
    </w:p>
    <w:p w14:paraId="1025D7C1" w14:textId="77777777" w:rsidR="00C06C35" w:rsidRPr="00747036" w:rsidRDefault="007E4296" w:rsidP="00D569EC">
      <w:pPr>
        <w:pStyle w:val="Loendilik"/>
        <w:numPr>
          <w:ilvl w:val="3"/>
          <w:numId w:val="6"/>
        </w:numPr>
        <w:jc w:val="both"/>
        <w:rPr>
          <w:spacing w:val="0"/>
        </w:rPr>
      </w:pPr>
      <w:r w:rsidRPr="00747036">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6869DA" w:rsidR="007D4238" w:rsidRPr="00747036" w:rsidRDefault="000F7052" w:rsidP="00957FED">
      <w:pPr>
        <w:pStyle w:val="Loendilik"/>
        <w:numPr>
          <w:ilvl w:val="2"/>
          <w:numId w:val="6"/>
        </w:numPr>
        <w:jc w:val="both"/>
        <w:rPr>
          <w:b/>
          <w:bCs/>
          <w:spacing w:val="0"/>
        </w:rPr>
      </w:pPr>
      <w:r w:rsidRPr="00747036">
        <w:rPr>
          <w:spacing w:val="0"/>
        </w:rPr>
        <w:t>tellimuse esitamise</w:t>
      </w:r>
      <w:r w:rsidR="007E4296" w:rsidRPr="00747036">
        <w:rPr>
          <w:spacing w:val="0"/>
        </w:rPr>
        <w:t xml:space="preserve"> kuupäev ja number,</w:t>
      </w:r>
    </w:p>
    <w:p w14:paraId="438F2658" w14:textId="77777777" w:rsidR="007D4238" w:rsidRPr="00747036" w:rsidRDefault="007E4296" w:rsidP="00957FED">
      <w:pPr>
        <w:pStyle w:val="Loendilik"/>
        <w:numPr>
          <w:ilvl w:val="2"/>
          <w:numId w:val="6"/>
        </w:numPr>
        <w:jc w:val="both"/>
        <w:rPr>
          <w:b/>
          <w:bCs/>
          <w:spacing w:val="0"/>
        </w:rPr>
      </w:pPr>
      <w:r w:rsidRPr="00747036">
        <w:rPr>
          <w:spacing w:val="0"/>
        </w:rPr>
        <w:t>objekti asukoht ja nimetus,</w:t>
      </w:r>
    </w:p>
    <w:p w14:paraId="1CE6CE05" w14:textId="77777777" w:rsidR="007D4238" w:rsidRPr="00747036" w:rsidRDefault="007E4296" w:rsidP="00957FED">
      <w:pPr>
        <w:pStyle w:val="Loendilik"/>
        <w:numPr>
          <w:ilvl w:val="2"/>
          <w:numId w:val="6"/>
        </w:numPr>
        <w:jc w:val="both"/>
        <w:rPr>
          <w:b/>
          <w:bCs/>
          <w:spacing w:val="0"/>
        </w:rPr>
      </w:pPr>
      <w:r w:rsidRPr="00747036">
        <w:rPr>
          <w:spacing w:val="0"/>
        </w:rPr>
        <w:t>tehtud töö kirjeldus,</w:t>
      </w:r>
    </w:p>
    <w:p w14:paraId="6C16D22D" w14:textId="77777777" w:rsidR="007D4238" w:rsidRPr="00747036" w:rsidRDefault="007E4296" w:rsidP="00957FED">
      <w:pPr>
        <w:pStyle w:val="Loendilik"/>
        <w:numPr>
          <w:ilvl w:val="2"/>
          <w:numId w:val="6"/>
        </w:numPr>
        <w:jc w:val="both"/>
        <w:rPr>
          <w:b/>
          <w:bCs/>
          <w:spacing w:val="0"/>
        </w:rPr>
      </w:pPr>
      <w:r w:rsidRPr="00747036">
        <w:rPr>
          <w:spacing w:val="0"/>
        </w:rPr>
        <w:t>jäätmete kogus liigiti,</w:t>
      </w:r>
    </w:p>
    <w:p w14:paraId="2AE74CAC" w14:textId="77777777" w:rsidR="007D4238" w:rsidRPr="00747036" w:rsidRDefault="007E4296" w:rsidP="00957FED">
      <w:pPr>
        <w:pStyle w:val="Loendilik"/>
        <w:numPr>
          <w:ilvl w:val="2"/>
          <w:numId w:val="6"/>
        </w:numPr>
        <w:jc w:val="both"/>
        <w:rPr>
          <w:b/>
          <w:bCs/>
          <w:spacing w:val="0"/>
        </w:rPr>
      </w:pPr>
      <w:r w:rsidRPr="00747036">
        <w:rPr>
          <w:spacing w:val="0"/>
        </w:rPr>
        <w:t>tööde tegemist tõendavad fotod (võimalusel geokodeeritud fotod),</w:t>
      </w:r>
    </w:p>
    <w:p w14:paraId="27E16DB2" w14:textId="77777777" w:rsidR="009F1497" w:rsidRPr="00747036" w:rsidRDefault="007E4296" w:rsidP="00957FED">
      <w:pPr>
        <w:pStyle w:val="Loendilik"/>
        <w:numPr>
          <w:ilvl w:val="2"/>
          <w:numId w:val="6"/>
        </w:numPr>
        <w:jc w:val="both"/>
        <w:rPr>
          <w:b/>
          <w:bCs/>
          <w:spacing w:val="0"/>
        </w:rPr>
      </w:pPr>
      <w:r w:rsidRPr="00747036">
        <w:rPr>
          <w:spacing w:val="0"/>
        </w:rPr>
        <w:t>poolte rekvisiidid ja esindajate allkirjad,</w:t>
      </w:r>
    </w:p>
    <w:p w14:paraId="60B2DD3E" w14:textId="35A8AED5" w:rsidR="00B10A68" w:rsidRPr="00747036" w:rsidRDefault="007E4296" w:rsidP="00957FED">
      <w:pPr>
        <w:pStyle w:val="Loendilik"/>
        <w:numPr>
          <w:ilvl w:val="2"/>
          <w:numId w:val="6"/>
        </w:numPr>
        <w:jc w:val="both"/>
        <w:rPr>
          <w:b/>
          <w:bCs/>
          <w:spacing w:val="0"/>
        </w:rPr>
      </w:pPr>
      <w:r w:rsidRPr="00747036">
        <w:rPr>
          <w:spacing w:val="0"/>
        </w:rPr>
        <w:t>jäätmete liigiti utiliseerimist või jäätmete käitlemiseks õigustatud isikule üleandmist tõendav dokument</w:t>
      </w:r>
      <w:r w:rsidR="305AF32D" w:rsidRPr="00747036">
        <w:rPr>
          <w:spacing w:val="0"/>
        </w:rPr>
        <w:t>, kus on nähtav jäätmete kogus ja maksumus jäätmeliikide lõikes.</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05A8305C" w:rsidR="007D661B" w:rsidRDefault="00C50D4D" w:rsidP="00607B4F">
      <w:pPr>
        <w:pStyle w:val="Loendilik"/>
        <w:numPr>
          <w:ilvl w:val="1"/>
          <w:numId w:val="6"/>
        </w:numPr>
        <w:spacing w:after="120"/>
        <w:contextualSpacing w:val="0"/>
        <w:jc w:val="both"/>
        <w:rPr>
          <w:spacing w:val="0"/>
        </w:rPr>
      </w:pPr>
      <w:r w:rsidRPr="00C50D4D">
        <w:rPr>
          <w:spacing w:val="0"/>
        </w:rPr>
        <w:t>Tellija ei tasu ettemaksu.</w:t>
      </w:r>
      <w:r w:rsidR="001D6147">
        <w:rPr>
          <w:spacing w:val="0"/>
        </w:rPr>
        <w:t xml:space="preserve"> </w:t>
      </w:r>
      <w:r w:rsidR="007D661B" w:rsidRPr="007D661B">
        <w:rPr>
          <w:spacing w:val="0"/>
        </w:rPr>
        <w:t>Tellijal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w:t>
      </w:r>
      <w:r w:rsidRPr="00747036">
        <w:rPr>
          <w:spacing w:val="0"/>
        </w:rPr>
        <w:t>) lepingu maksumusest.</w:t>
      </w:r>
      <w:r w:rsidRPr="00B73B34">
        <w:rPr>
          <w:spacing w:val="0"/>
        </w:rPr>
        <w:t xml:space="preserve">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lastRenderedPageBreak/>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Pr="003C2E85"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 xml:space="preserve">Kõik lepingu lisad või muudatused on kehtivad juhul, kui need on vormistatud kirjalikult. Need peavad sisaldama selgesõnalist viidet lepingule ja olema mõlema poole </w:t>
      </w:r>
      <w:r w:rsidRPr="002A1446">
        <w:rPr>
          <w:spacing w:val="0"/>
        </w:rPr>
        <w:lastRenderedPageBreak/>
        <w:t>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7608C8BB" w14:textId="780A6ACE" w:rsidR="007E311E" w:rsidRPr="002A1446" w:rsidRDefault="0034657E" w:rsidP="002A1446">
      <w:pPr>
        <w:pStyle w:val="Loendilik"/>
        <w:numPr>
          <w:ilvl w:val="1"/>
          <w:numId w:val="6"/>
        </w:numPr>
        <w:spacing w:after="120"/>
        <w:contextualSpacing w:val="0"/>
        <w:jc w:val="both"/>
        <w:rPr>
          <w:spacing w:val="0"/>
        </w:rPr>
      </w:pPr>
      <w:r w:rsidRPr="002A1446">
        <w:rPr>
          <w:spacing w:val="0"/>
        </w:rPr>
        <w:t>Leping on allkirjastatud digitaalselt.</w:t>
      </w:r>
    </w:p>
    <w:p w14:paraId="37E5517D" w14:textId="77777777" w:rsidR="00823BE5" w:rsidRPr="00017DE8" w:rsidRDefault="00823BE5" w:rsidP="008F5DAD">
      <w:pPr>
        <w:pStyle w:val="Loendilik"/>
        <w:ind w:left="792"/>
        <w:rPr>
          <w:spacing w:val="0"/>
        </w:rPr>
      </w:pPr>
    </w:p>
    <w:p w14:paraId="23F60DA9" w14:textId="77777777" w:rsidR="00D50044" w:rsidRDefault="00D50044" w:rsidP="00D50044">
      <w:pPr>
        <w:pStyle w:val="Loendilik"/>
        <w:ind w:left="792"/>
        <w:rPr>
          <w:b/>
          <w:bCs/>
          <w:spacing w:val="0"/>
        </w:rPr>
      </w:pPr>
    </w:p>
    <w:p w14:paraId="248D5048" w14:textId="77777777" w:rsidR="00D50044" w:rsidRDefault="00D50044" w:rsidP="00017DE8">
      <w:pPr>
        <w:pStyle w:val="Loendilik"/>
        <w:ind w:left="360"/>
        <w:rPr>
          <w:b/>
          <w:bCs/>
          <w:spacing w:val="0"/>
        </w:rPr>
      </w:pP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B15DF66" w14:textId="77777777" w:rsidR="00AC3986" w:rsidRPr="00AC3986" w:rsidRDefault="00AC3986" w:rsidP="00AC3986">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181696AC" w14:textId="77777777" w:rsidR="0034657E" w:rsidRPr="00B8683C" w:rsidRDefault="0034657E" w:rsidP="0034657E">
      <w:pPr>
        <w:pStyle w:val="Loendilik"/>
        <w:ind w:left="792"/>
        <w:rPr>
          <w:b/>
          <w:bCs/>
          <w:spacing w:val="0"/>
        </w:rPr>
      </w:pPr>
    </w:p>
    <w:p w14:paraId="77DAB06D" w14:textId="77777777" w:rsidR="0098537C" w:rsidRPr="00FD0842" w:rsidRDefault="0098537C" w:rsidP="009B1EDB">
      <w:pPr>
        <w:pStyle w:val="Loendilik"/>
        <w:ind w:left="792"/>
        <w:rPr>
          <w:b/>
          <w:bCs/>
          <w:spacing w:val="0"/>
        </w:rPr>
      </w:pPr>
    </w:p>
    <w:p w14:paraId="76049494" w14:textId="77777777" w:rsidR="007E0C36" w:rsidRPr="007E0C36" w:rsidRDefault="007E0C36" w:rsidP="00C12C7E">
      <w:pPr>
        <w:pStyle w:val="Loendilik"/>
        <w:ind w:left="792"/>
        <w:rPr>
          <w:b/>
          <w:bCs/>
          <w:spacing w:val="0"/>
        </w:rPr>
      </w:pPr>
    </w:p>
    <w:p w14:paraId="6FDDB831" w14:textId="5BC44BB9" w:rsidR="00BC1507" w:rsidRDefault="00BC1507" w:rsidP="0044451F">
      <w:pPr>
        <w:tabs>
          <w:tab w:val="left" w:pos="6630"/>
        </w:tabs>
        <w:rPr>
          <w:spacing w:val="0"/>
        </w:rPr>
      </w:pPr>
    </w:p>
    <w:p w14:paraId="2AF9C64C" w14:textId="77777777" w:rsidR="003E2FC5" w:rsidRDefault="003E2FC5" w:rsidP="0044451F">
      <w:pPr>
        <w:tabs>
          <w:tab w:val="left" w:pos="6630"/>
        </w:tabs>
        <w:rPr>
          <w:spacing w:val="0"/>
        </w:rPr>
      </w:pPr>
    </w:p>
    <w:p w14:paraId="67119CD1" w14:textId="77777777" w:rsidR="003E2FC5" w:rsidRDefault="003E2FC5" w:rsidP="0044451F">
      <w:pPr>
        <w:tabs>
          <w:tab w:val="left" w:pos="6630"/>
        </w:tabs>
        <w:rPr>
          <w:spacing w:val="0"/>
        </w:rPr>
      </w:pPr>
    </w:p>
    <w:p w14:paraId="5A88C103" w14:textId="77777777" w:rsidR="003E2FC5" w:rsidRDefault="003E2FC5" w:rsidP="0044451F">
      <w:pPr>
        <w:tabs>
          <w:tab w:val="left" w:pos="6630"/>
        </w:tabs>
        <w:rPr>
          <w:spacing w:val="0"/>
        </w:rPr>
      </w:pPr>
    </w:p>
    <w:p w14:paraId="72F5E375" w14:textId="77777777" w:rsidR="003E2FC5" w:rsidRDefault="003E2FC5" w:rsidP="0044451F">
      <w:pPr>
        <w:tabs>
          <w:tab w:val="left" w:pos="6630"/>
        </w:tabs>
        <w:rPr>
          <w:spacing w:val="0"/>
        </w:rPr>
      </w:pPr>
    </w:p>
    <w:p w14:paraId="25A299AD" w14:textId="77777777" w:rsidR="003E2FC5" w:rsidRDefault="003E2FC5" w:rsidP="0044451F">
      <w:pPr>
        <w:tabs>
          <w:tab w:val="left" w:pos="6630"/>
        </w:tabs>
        <w:rPr>
          <w:spacing w:val="0"/>
        </w:rPr>
      </w:pPr>
    </w:p>
    <w:p w14:paraId="752F83EA" w14:textId="77777777" w:rsidR="003E2FC5" w:rsidRDefault="003E2FC5" w:rsidP="0044451F">
      <w:pPr>
        <w:tabs>
          <w:tab w:val="left" w:pos="6630"/>
        </w:tabs>
        <w:rPr>
          <w:spacing w:val="0"/>
        </w:rPr>
      </w:pPr>
    </w:p>
    <w:p w14:paraId="6D24FEAE" w14:textId="77777777" w:rsidR="003E2FC5" w:rsidRDefault="003E2FC5" w:rsidP="0044451F">
      <w:pPr>
        <w:tabs>
          <w:tab w:val="left" w:pos="6630"/>
        </w:tabs>
        <w:rPr>
          <w:spacing w:val="0"/>
        </w:rPr>
      </w:pPr>
    </w:p>
    <w:p w14:paraId="46EEBDA2" w14:textId="77777777" w:rsidR="003E2FC5" w:rsidRDefault="003E2FC5" w:rsidP="0044451F">
      <w:pPr>
        <w:tabs>
          <w:tab w:val="left" w:pos="6630"/>
        </w:tabs>
        <w:rPr>
          <w:spacing w:val="0"/>
        </w:rPr>
      </w:pPr>
    </w:p>
    <w:p w14:paraId="719E6E9D" w14:textId="77777777" w:rsidR="003E2FC5" w:rsidRDefault="003E2FC5" w:rsidP="0044451F">
      <w:pPr>
        <w:tabs>
          <w:tab w:val="left" w:pos="6630"/>
        </w:tabs>
        <w:rPr>
          <w:spacing w:val="0"/>
        </w:rPr>
      </w:pPr>
    </w:p>
    <w:p w14:paraId="225E3A91" w14:textId="77777777" w:rsidR="003E2FC5" w:rsidRDefault="003E2FC5" w:rsidP="0044451F">
      <w:pPr>
        <w:tabs>
          <w:tab w:val="left" w:pos="6630"/>
        </w:tabs>
        <w:rPr>
          <w:spacing w:val="0"/>
        </w:rPr>
      </w:pPr>
    </w:p>
    <w:p w14:paraId="6842AC7B" w14:textId="77777777" w:rsidR="003E2FC5" w:rsidRDefault="003E2FC5" w:rsidP="0044451F">
      <w:pPr>
        <w:tabs>
          <w:tab w:val="left" w:pos="6630"/>
        </w:tabs>
        <w:rPr>
          <w:spacing w:val="0"/>
        </w:rPr>
      </w:pPr>
    </w:p>
    <w:p w14:paraId="06FB5265" w14:textId="77777777" w:rsidR="003E2FC5" w:rsidRDefault="003E2FC5" w:rsidP="0044451F">
      <w:pPr>
        <w:tabs>
          <w:tab w:val="left" w:pos="6630"/>
        </w:tabs>
        <w:rPr>
          <w:spacing w:val="0"/>
        </w:rPr>
      </w:pPr>
    </w:p>
    <w:p w14:paraId="49A390DF" w14:textId="77777777" w:rsidR="003E2FC5" w:rsidRDefault="003E2FC5" w:rsidP="0044451F">
      <w:pPr>
        <w:tabs>
          <w:tab w:val="left" w:pos="6630"/>
        </w:tabs>
        <w:rPr>
          <w:spacing w:val="0"/>
        </w:rPr>
      </w:pPr>
    </w:p>
    <w:p w14:paraId="5D5CEF05" w14:textId="77777777" w:rsidR="003E2FC5" w:rsidRDefault="003E2FC5" w:rsidP="0044451F">
      <w:pPr>
        <w:tabs>
          <w:tab w:val="left" w:pos="6630"/>
        </w:tabs>
        <w:rPr>
          <w:spacing w:val="0"/>
        </w:rPr>
      </w:pPr>
    </w:p>
    <w:p w14:paraId="3028AFD7" w14:textId="77777777" w:rsidR="003E2FC5" w:rsidRDefault="003E2FC5" w:rsidP="0044451F">
      <w:pPr>
        <w:tabs>
          <w:tab w:val="left" w:pos="6630"/>
        </w:tabs>
        <w:rPr>
          <w:spacing w:val="0"/>
        </w:rPr>
      </w:pPr>
    </w:p>
    <w:p w14:paraId="1506EBEB" w14:textId="77777777" w:rsidR="003E2FC5" w:rsidRDefault="003E2FC5" w:rsidP="0044451F">
      <w:pPr>
        <w:tabs>
          <w:tab w:val="left" w:pos="6630"/>
        </w:tabs>
        <w:rPr>
          <w:spacing w:val="0"/>
        </w:rPr>
      </w:pPr>
    </w:p>
    <w:p w14:paraId="23F956BC" w14:textId="77777777" w:rsidR="003E2FC5" w:rsidRDefault="003E2FC5" w:rsidP="0044451F">
      <w:pPr>
        <w:tabs>
          <w:tab w:val="left" w:pos="6630"/>
        </w:tabs>
        <w:rPr>
          <w:spacing w:val="0"/>
        </w:rPr>
      </w:pPr>
    </w:p>
    <w:p w14:paraId="4C90922B" w14:textId="77777777" w:rsidR="002A755E" w:rsidRDefault="002A755E" w:rsidP="0044451F">
      <w:pPr>
        <w:tabs>
          <w:tab w:val="left" w:pos="6630"/>
        </w:tabs>
        <w:rPr>
          <w:spacing w:val="0"/>
        </w:rPr>
      </w:pPr>
    </w:p>
    <w:p w14:paraId="0CDAC77E" w14:textId="77777777" w:rsidR="003E2FC5" w:rsidRDefault="003E2FC5" w:rsidP="0044451F">
      <w:pPr>
        <w:tabs>
          <w:tab w:val="left" w:pos="6630"/>
        </w:tabs>
        <w:rPr>
          <w:spacing w:val="0"/>
        </w:rPr>
      </w:pPr>
    </w:p>
    <w:p w14:paraId="3EA0636B" w14:textId="77777777" w:rsidR="003E2FC5" w:rsidRDefault="003E2FC5" w:rsidP="0044451F">
      <w:pPr>
        <w:tabs>
          <w:tab w:val="left" w:pos="6630"/>
        </w:tabs>
        <w:rPr>
          <w:spacing w:val="0"/>
        </w:rPr>
      </w:pPr>
    </w:p>
    <w:p w14:paraId="2F4577A7" w14:textId="77777777" w:rsidR="003E2FC5" w:rsidRDefault="003E2FC5" w:rsidP="0044451F">
      <w:pPr>
        <w:tabs>
          <w:tab w:val="left" w:pos="6630"/>
        </w:tabs>
        <w:rPr>
          <w:spacing w:val="0"/>
        </w:rPr>
      </w:pP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lastRenderedPageBreak/>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Default="00CA0069" w:rsidP="00CA0069">
      <w:pPr>
        <w:ind w:left="709"/>
        <w:jc w:val="both"/>
        <w:rPr>
          <w:spacing w:val="0"/>
        </w:rPr>
      </w:pPr>
    </w:p>
    <w:p w14:paraId="62695E81" w14:textId="77777777" w:rsidR="004556A7" w:rsidRDefault="004556A7" w:rsidP="00CA0069">
      <w:pPr>
        <w:ind w:left="709"/>
        <w:jc w:val="both"/>
        <w:rPr>
          <w:spacing w:val="0"/>
        </w:rPr>
      </w:pPr>
    </w:p>
    <w:p w14:paraId="72CF5561" w14:textId="77777777" w:rsidR="004556A7" w:rsidRPr="00CA0069" w:rsidRDefault="004556A7"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595F6442" w14:textId="77777777" w:rsidR="00BB405A" w:rsidRDefault="00BB405A" w:rsidP="0044451F">
      <w:pPr>
        <w:tabs>
          <w:tab w:val="left" w:pos="6630"/>
        </w:tabs>
        <w:rPr>
          <w:spacing w:val="0"/>
        </w:rPr>
      </w:pPr>
    </w:p>
    <w:p w14:paraId="0713D227" w14:textId="77777777" w:rsidR="00BB405A" w:rsidRDefault="00BB405A" w:rsidP="0044451F">
      <w:pPr>
        <w:tabs>
          <w:tab w:val="left" w:pos="6630"/>
        </w:tabs>
        <w:rPr>
          <w:spacing w:val="0"/>
        </w:rPr>
      </w:pPr>
    </w:p>
    <w:p w14:paraId="11B61A41" w14:textId="77777777" w:rsidR="00BB405A" w:rsidRDefault="00BB405A" w:rsidP="0044451F">
      <w:pPr>
        <w:tabs>
          <w:tab w:val="left" w:pos="6630"/>
        </w:tabs>
        <w:rPr>
          <w:spacing w:val="0"/>
        </w:rPr>
      </w:pPr>
    </w:p>
    <w:p w14:paraId="04A2CC9F" w14:textId="77777777" w:rsidR="00BB405A" w:rsidRDefault="00BB405A" w:rsidP="0044451F">
      <w:pPr>
        <w:tabs>
          <w:tab w:val="left" w:pos="6630"/>
        </w:tabs>
        <w:rPr>
          <w:spacing w:val="0"/>
        </w:rPr>
      </w:pPr>
    </w:p>
    <w:p w14:paraId="69830779" w14:textId="77777777" w:rsidR="00BB405A" w:rsidRDefault="00BB405A"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w:t>
      </w:r>
      <w:r w:rsidRPr="003E2FC5">
        <w:rPr>
          <w:rFonts w:eastAsia="Calibri"/>
          <w:spacing w:val="0"/>
          <w:lang w:eastAsia="et-EE"/>
        </w:rPr>
        <w:lastRenderedPageBreak/>
        <w:t xml:space="preserve">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000000"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68FFD" w14:textId="77777777" w:rsidR="00504730" w:rsidRDefault="00504730">
      <w:r>
        <w:separator/>
      </w:r>
    </w:p>
    <w:p w14:paraId="5FEEAB6F" w14:textId="77777777" w:rsidR="00504730" w:rsidRDefault="00504730"/>
    <w:p w14:paraId="6233A8F3" w14:textId="77777777" w:rsidR="00504730" w:rsidRDefault="00504730" w:rsidP="005B1C9B"/>
  </w:endnote>
  <w:endnote w:type="continuationSeparator" w:id="0">
    <w:p w14:paraId="62D97EBB" w14:textId="77777777" w:rsidR="00504730" w:rsidRDefault="00504730">
      <w:r>
        <w:continuationSeparator/>
      </w:r>
    </w:p>
    <w:p w14:paraId="4CDFB8CE" w14:textId="77777777" w:rsidR="00504730" w:rsidRDefault="00504730"/>
    <w:p w14:paraId="3DC18DC1" w14:textId="77777777" w:rsidR="00504730" w:rsidRDefault="00504730" w:rsidP="005B1C9B"/>
  </w:endnote>
  <w:endnote w:type="continuationNotice" w:id="1">
    <w:p w14:paraId="3FF7BBF8" w14:textId="77777777" w:rsidR="00504730" w:rsidRDefault="00504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652D6" w14:textId="77777777" w:rsidR="00504730" w:rsidRDefault="00504730">
      <w:r>
        <w:separator/>
      </w:r>
    </w:p>
    <w:p w14:paraId="1134BB81" w14:textId="77777777" w:rsidR="00504730" w:rsidRDefault="00504730"/>
    <w:p w14:paraId="2F09FC96" w14:textId="77777777" w:rsidR="00504730" w:rsidRDefault="00504730" w:rsidP="005B1C9B"/>
  </w:footnote>
  <w:footnote w:type="continuationSeparator" w:id="0">
    <w:p w14:paraId="046CEF88" w14:textId="77777777" w:rsidR="00504730" w:rsidRDefault="00504730">
      <w:r>
        <w:continuationSeparator/>
      </w:r>
    </w:p>
    <w:p w14:paraId="622DF67E" w14:textId="77777777" w:rsidR="00504730" w:rsidRDefault="00504730"/>
    <w:p w14:paraId="1856218F" w14:textId="77777777" w:rsidR="00504730" w:rsidRDefault="00504730" w:rsidP="005B1C9B"/>
  </w:footnote>
  <w:footnote w:type="continuationNotice" w:id="1">
    <w:p w14:paraId="58A26A8D" w14:textId="77777777" w:rsidR="00504730" w:rsidRDefault="005047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4727"/>
    <w:rsid w:val="00017DE8"/>
    <w:rsid w:val="00021B17"/>
    <w:rsid w:val="00025B15"/>
    <w:rsid w:val="00033728"/>
    <w:rsid w:val="00035728"/>
    <w:rsid w:val="000414C4"/>
    <w:rsid w:val="00044CA8"/>
    <w:rsid w:val="00050023"/>
    <w:rsid w:val="00050571"/>
    <w:rsid w:val="00050929"/>
    <w:rsid w:val="00052614"/>
    <w:rsid w:val="0005474E"/>
    <w:rsid w:val="00054D84"/>
    <w:rsid w:val="000566B1"/>
    <w:rsid w:val="000577C6"/>
    <w:rsid w:val="0006006E"/>
    <w:rsid w:val="00062292"/>
    <w:rsid w:val="000626CC"/>
    <w:rsid w:val="00065B0F"/>
    <w:rsid w:val="00072B64"/>
    <w:rsid w:val="00076872"/>
    <w:rsid w:val="00080A1B"/>
    <w:rsid w:val="00080D12"/>
    <w:rsid w:val="0008150A"/>
    <w:rsid w:val="000830CA"/>
    <w:rsid w:val="000844F0"/>
    <w:rsid w:val="00086117"/>
    <w:rsid w:val="000912D4"/>
    <w:rsid w:val="0009167B"/>
    <w:rsid w:val="00093CFC"/>
    <w:rsid w:val="000941D8"/>
    <w:rsid w:val="00095516"/>
    <w:rsid w:val="00096E61"/>
    <w:rsid w:val="000A2CE1"/>
    <w:rsid w:val="000A2F8C"/>
    <w:rsid w:val="000A3225"/>
    <w:rsid w:val="000A6603"/>
    <w:rsid w:val="000A673A"/>
    <w:rsid w:val="000A6A8A"/>
    <w:rsid w:val="000A7AB1"/>
    <w:rsid w:val="000B1EC8"/>
    <w:rsid w:val="000B1FB0"/>
    <w:rsid w:val="000B6999"/>
    <w:rsid w:val="000C17E3"/>
    <w:rsid w:val="000C6048"/>
    <w:rsid w:val="000C64D0"/>
    <w:rsid w:val="000C7530"/>
    <w:rsid w:val="000C7D34"/>
    <w:rsid w:val="000D2918"/>
    <w:rsid w:val="000D5D1E"/>
    <w:rsid w:val="000E18E8"/>
    <w:rsid w:val="000E3760"/>
    <w:rsid w:val="000E3D9B"/>
    <w:rsid w:val="000E554E"/>
    <w:rsid w:val="000E5665"/>
    <w:rsid w:val="000E599F"/>
    <w:rsid w:val="000F0BF8"/>
    <w:rsid w:val="000F1381"/>
    <w:rsid w:val="000F1AA0"/>
    <w:rsid w:val="000F213A"/>
    <w:rsid w:val="000F413A"/>
    <w:rsid w:val="000F4D2A"/>
    <w:rsid w:val="000F696B"/>
    <w:rsid w:val="000F7052"/>
    <w:rsid w:val="00100971"/>
    <w:rsid w:val="00101F25"/>
    <w:rsid w:val="00102627"/>
    <w:rsid w:val="00103608"/>
    <w:rsid w:val="00104F12"/>
    <w:rsid w:val="001074CD"/>
    <w:rsid w:val="00115162"/>
    <w:rsid w:val="00116026"/>
    <w:rsid w:val="001247B6"/>
    <w:rsid w:val="00127E1A"/>
    <w:rsid w:val="001315F4"/>
    <w:rsid w:val="001430FC"/>
    <w:rsid w:val="001472CB"/>
    <w:rsid w:val="001514AC"/>
    <w:rsid w:val="00156D0F"/>
    <w:rsid w:val="00162B3E"/>
    <w:rsid w:val="001638B8"/>
    <w:rsid w:val="00173D75"/>
    <w:rsid w:val="00174372"/>
    <w:rsid w:val="00175C24"/>
    <w:rsid w:val="001840F4"/>
    <w:rsid w:val="00190CF7"/>
    <w:rsid w:val="00195066"/>
    <w:rsid w:val="001A0B9E"/>
    <w:rsid w:val="001A220D"/>
    <w:rsid w:val="001A2401"/>
    <w:rsid w:val="001A3281"/>
    <w:rsid w:val="001A47BB"/>
    <w:rsid w:val="001A63AD"/>
    <w:rsid w:val="001B0606"/>
    <w:rsid w:val="001D05B1"/>
    <w:rsid w:val="001D26EB"/>
    <w:rsid w:val="001D48FE"/>
    <w:rsid w:val="001D6147"/>
    <w:rsid w:val="001F4876"/>
    <w:rsid w:val="001F5E44"/>
    <w:rsid w:val="00202C9D"/>
    <w:rsid w:val="00203457"/>
    <w:rsid w:val="00205832"/>
    <w:rsid w:val="00212FF3"/>
    <w:rsid w:val="00215A1A"/>
    <w:rsid w:val="00215C00"/>
    <w:rsid w:val="00220BC3"/>
    <w:rsid w:val="0022200D"/>
    <w:rsid w:val="00225A14"/>
    <w:rsid w:val="00234BA5"/>
    <w:rsid w:val="002366E4"/>
    <w:rsid w:val="00236EB4"/>
    <w:rsid w:val="00242DF0"/>
    <w:rsid w:val="00242F9A"/>
    <w:rsid w:val="00247E4A"/>
    <w:rsid w:val="002521C0"/>
    <w:rsid w:val="00257A02"/>
    <w:rsid w:val="00261584"/>
    <w:rsid w:val="0026428C"/>
    <w:rsid w:val="00264F32"/>
    <w:rsid w:val="002660D8"/>
    <w:rsid w:val="00266BC9"/>
    <w:rsid w:val="00270B88"/>
    <w:rsid w:val="00272E5A"/>
    <w:rsid w:val="0027344D"/>
    <w:rsid w:val="00276149"/>
    <w:rsid w:val="00277534"/>
    <w:rsid w:val="002778C3"/>
    <w:rsid w:val="002851E5"/>
    <w:rsid w:val="002868EC"/>
    <w:rsid w:val="00290B83"/>
    <w:rsid w:val="00297FB8"/>
    <w:rsid w:val="002A0875"/>
    <w:rsid w:val="002A0E15"/>
    <w:rsid w:val="002A1446"/>
    <w:rsid w:val="002A5A6B"/>
    <w:rsid w:val="002A755E"/>
    <w:rsid w:val="002B5A9A"/>
    <w:rsid w:val="002B69E3"/>
    <w:rsid w:val="002B6F98"/>
    <w:rsid w:val="002C217E"/>
    <w:rsid w:val="002C3146"/>
    <w:rsid w:val="002C6557"/>
    <w:rsid w:val="002C70B9"/>
    <w:rsid w:val="002D0A09"/>
    <w:rsid w:val="002D10B1"/>
    <w:rsid w:val="002D2C9D"/>
    <w:rsid w:val="002E1392"/>
    <w:rsid w:val="002E4178"/>
    <w:rsid w:val="002E6556"/>
    <w:rsid w:val="002E6B6A"/>
    <w:rsid w:val="002E7C1A"/>
    <w:rsid w:val="002E7CFD"/>
    <w:rsid w:val="002F18C0"/>
    <w:rsid w:val="002F4843"/>
    <w:rsid w:val="002F5720"/>
    <w:rsid w:val="002F6FE0"/>
    <w:rsid w:val="002F76D8"/>
    <w:rsid w:val="002F7816"/>
    <w:rsid w:val="0030026D"/>
    <w:rsid w:val="00302313"/>
    <w:rsid w:val="003063DA"/>
    <w:rsid w:val="00307A73"/>
    <w:rsid w:val="00314293"/>
    <w:rsid w:val="00314299"/>
    <w:rsid w:val="003171D4"/>
    <w:rsid w:val="003219D8"/>
    <w:rsid w:val="00321F73"/>
    <w:rsid w:val="00322FD5"/>
    <w:rsid w:val="003270D2"/>
    <w:rsid w:val="0033141C"/>
    <w:rsid w:val="003329D3"/>
    <w:rsid w:val="00334F31"/>
    <w:rsid w:val="00335E13"/>
    <w:rsid w:val="00337A5E"/>
    <w:rsid w:val="0034286D"/>
    <w:rsid w:val="0034629A"/>
    <w:rsid w:val="0034657E"/>
    <w:rsid w:val="00347C75"/>
    <w:rsid w:val="00350444"/>
    <w:rsid w:val="00352976"/>
    <w:rsid w:val="00362A4C"/>
    <w:rsid w:val="00363B78"/>
    <w:rsid w:val="00366C6F"/>
    <w:rsid w:val="00367179"/>
    <w:rsid w:val="003725C0"/>
    <w:rsid w:val="00380F27"/>
    <w:rsid w:val="00383A84"/>
    <w:rsid w:val="003852AD"/>
    <w:rsid w:val="00390DEA"/>
    <w:rsid w:val="0039102C"/>
    <w:rsid w:val="00396C2A"/>
    <w:rsid w:val="003A05EC"/>
    <w:rsid w:val="003A4D33"/>
    <w:rsid w:val="003A5053"/>
    <w:rsid w:val="003A72D8"/>
    <w:rsid w:val="003B0A67"/>
    <w:rsid w:val="003B208E"/>
    <w:rsid w:val="003B2B77"/>
    <w:rsid w:val="003B364A"/>
    <w:rsid w:val="003B372F"/>
    <w:rsid w:val="003C2E85"/>
    <w:rsid w:val="003C4FC3"/>
    <w:rsid w:val="003D10C9"/>
    <w:rsid w:val="003D2A41"/>
    <w:rsid w:val="003E0255"/>
    <w:rsid w:val="003E16B7"/>
    <w:rsid w:val="003E2FC5"/>
    <w:rsid w:val="003E3C0E"/>
    <w:rsid w:val="003F4602"/>
    <w:rsid w:val="003F4F3E"/>
    <w:rsid w:val="003F524C"/>
    <w:rsid w:val="003F6EFA"/>
    <w:rsid w:val="003F7C3F"/>
    <w:rsid w:val="00403007"/>
    <w:rsid w:val="00410EAF"/>
    <w:rsid w:val="00421EA3"/>
    <w:rsid w:val="00423F9C"/>
    <w:rsid w:val="00427FBD"/>
    <w:rsid w:val="004354E9"/>
    <w:rsid w:val="00440A67"/>
    <w:rsid w:val="00440E4F"/>
    <w:rsid w:val="0044451F"/>
    <w:rsid w:val="004556A7"/>
    <w:rsid w:val="00461E45"/>
    <w:rsid w:val="00466C52"/>
    <w:rsid w:val="00467C1E"/>
    <w:rsid w:val="00473012"/>
    <w:rsid w:val="0047356A"/>
    <w:rsid w:val="00475404"/>
    <w:rsid w:val="00476902"/>
    <w:rsid w:val="00476B32"/>
    <w:rsid w:val="0047778A"/>
    <w:rsid w:val="00482A84"/>
    <w:rsid w:val="00482DE3"/>
    <w:rsid w:val="00486487"/>
    <w:rsid w:val="00492629"/>
    <w:rsid w:val="004958FB"/>
    <w:rsid w:val="00496259"/>
    <w:rsid w:val="004A51E1"/>
    <w:rsid w:val="004A5F5E"/>
    <w:rsid w:val="004B15C9"/>
    <w:rsid w:val="004B596E"/>
    <w:rsid w:val="004B7646"/>
    <w:rsid w:val="004B7988"/>
    <w:rsid w:val="004C08FC"/>
    <w:rsid w:val="004C7109"/>
    <w:rsid w:val="004D37BD"/>
    <w:rsid w:val="004D4591"/>
    <w:rsid w:val="004D5B69"/>
    <w:rsid w:val="004D6D7E"/>
    <w:rsid w:val="004E057C"/>
    <w:rsid w:val="004E3777"/>
    <w:rsid w:val="004F070E"/>
    <w:rsid w:val="004F17F1"/>
    <w:rsid w:val="004F188D"/>
    <w:rsid w:val="004F5777"/>
    <w:rsid w:val="004F78C1"/>
    <w:rsid w:val="00503F89"/>
    <w:rsid w:val="00504730"/>
    <w:rsid w:val="00505702"/>
    <w:rsid w:val="00506FA7"/>
    <w:rsid w:val="00510955"/>
    <w:rsid w:val="005110AD"/>
    <w:rsid w:val="00513DFE"/>
    <w:rsid w:val="0051570D"/>
    <w:rsid w:val="00517DE7"/>
    <w:rsid w:val="005204CD"/>
    <w:rsid w:val="005246D5"/>
    <w:rsid w:val="00524C38"/>
    <w:rsid w:val="005252D5"/>
    <w:rsid w:val="005309B1"/>
    <w:rsid w:val="005316D5"/>
    <w:rsid w:val="00532D93"/>
    <w:rsid w:val="00532EB9"/>
    <w:rsid w:val="0053732E"/>
    <w:rsid w:val="00540E41"/>
    <w:rsid w:val="0054142F"/>
    <w:rsid w:val="00543230"/>
    <w:rsid w:val="00552411"/>
    <w:rsid w:val="00552D17"/>
    <w:rsid w:val="00557297"/>
    <w:rsid w:val="00557C70"/>
    <w:rsid w:val="00561A60"/>
    <w:rsid w:val="00563121"/>
    <w:rsid w:val="00563D12"/>
    <w:rsid w:val="00565C1F"/>
    <w:rsid w:val="00575857"/>
    <w:rsid w:val="00580C61"/>
    <w:rsid w:val="005838BC"/>
    <w:rsid w:val="005866BE"/>
    <w:rsid w:val="005877B0"/>
    <w:rsid w:val="0059013A"/>
    <w:rsid w:val="005A1CA9"/>
    <w:rsid w:val="005A3931"/>
    <w:rsid w:val="005A68F2"/>
    <w:rsid w:val="005B1B33"/>
    <w:rsid w:val="005B1C9B"/>
    <w:rsid w:val="005B3586"/>
    <w:rsid w:val="005B3937"/>
    <w:rsid w:val="005B529A"/>
    <w:rsid w:val="005B6D25"/>
    <w:rsid w:val="005B7C74"/>
    <w:rsid w:val="005C0B65"/>
    <w:rsid w:val="005C1BC0"/>
    <w:rsid w:val="005C2B39"/>
    <w:rsid w:val="005C7B53"/>
    <w:rsid w:val="005D3186"/>
    <w:rsid w:val="005D347E"/>
    <w:rsid w:val="005D6F05"/>
    <w:rsid w:val="005E03E2"/>
    <w:rsid w:val="005E1389"/>
    <w:rsid w:val="005E550F"/>
    <w:rsid w:val="005E67C8"/>
    <w:rsid w:val="005F0638"/>
    <w:rsid w:val="00604E73"/>
    <w:rsid w:val="00607B4F"/>
    <w:rsid w:val="00607CC4"/>
    <w:rsid w:val="0061080A"/>
    <w:rsid w:val="006164D6"/>
    <w:rsid w:val="00616A5F"/>
    <w:rsid w:val="00617800"/>
    <w:rsid w:val="00620306"/>
    <w:rsid w:val="0062273D"/>
    <w:rsid w:val="00626176"/>
    <w:rsid w:val="0063054E"/>
    <w:rsid w:val="00641F20"/>
    <w:rsid w:val="00643277"/>
    <w:rsid w:val="006463B7"/>
    <w:rsid w:val="006471AE"/>
    <w:rsid w:val="00650EA5"/>
    <w:rsid w:val="00660935"/>
    <w:rsid w:val="006613DA"/>
    <w:rsid w:val="00661407"/>
    <w:rsid w:val="00662409"/>
    <w:rsid w:val="00670142"/>
    <w:rsid w:val="006739B6"/>
    <w:rsid w:val="00680A1E"/>
    <w:rsid w:val="006821A7"/>
    <w:rsid w:val="006875DD"/>
    <w:rsid w:val="006914F2"/>
    <w:rsid w:val="0069237E"/>
    <w:rsid w:val="006960EC"/>
    <w:rsid w:val="006A1418"/>
    <w:rsid w:val="006A509A"/>
    <w:rsid w:val="006A729A"/>
    <w:rsid w:val="006B4ED6"/>
    <w:rsid w:val="006C0B74"/>
    <w:rsid w:val="006D01D3"/>
    <w:rsid w:val="006D0AD9"/>
    <w:rsid w:val="006D2C1C"/>
    <w:rsid w:val="006D75CB"/>
    <w:rsid w:val="006E301A"/>
    <w:rsid w:val="006F18B4"/>
    <w:rsid w:val="006F38C8"/>
    <w:rsid w:val="00700510"/>
    <w:rsid w:val="007109D9"/>
    <w:rsid w:val="007146F1"/>
    <w:rsid w:val="007165C6"/>
    <w:rsid w:val="00720264"/>
    <w:rsid w:val="007405F1"/>
    <w:rsid w:val="00742C47"/>
    <w:rsid w:val="00747036"/>
    <w:rsid w:val="00753430"/>
    <w:rsid w:val="00756495"/>
    <w:rsid w:val="00761511"/>
    <w:rsid w:val="007639DE"/>
    <w:rsid w:val="00763CE7"/>
    <w:rsid w:val="00772ECC"/>
    <w:rsid w:val="00773270"/>
    <w:rsid w:val="007750DA"/>
    <w:rsid w:val="00775AE2"/>
    <w:rsid w:val="0079237C"/>
    <w:rsid w:val="00795449"/>
    <w:rsid w:val="00796ED0"/>
    <w:rsid w:val="0079768C"/>
    <w:rsid w:val="007A0B30"/>
    <w:rsid w:val="007A27B6"/>
    <w:rsid w:val="007A2DCD"/>
    <w:rsid w:val="007A31D9"/>
    <w:rsid w:val="007A5C20"/>
    <w:rsid w:val="007A6BEA"/>
    <w:rsid w:val="007A6DB1"/>
    <w:rsid w:val="007B2F0C"/>
    <w:rsid w:val="007B47A8"/>
    <w:rsid w:val="007B59F4"/>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1E40"/>
    <w:rsid w:val="00804E7A"/>
    <w:rsid w:val="00811DB4"/>
    <w:rsid w:val="008146AF"/>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2CB6"/>
    <w:rsid w:val="00854856"/>
    <w:rsid w:val="00855043"/>
    <w:rsid w:val="0086345D"/>
    <w:rsid w:val="0086378E"/>
    <w:rsid w:val="008669E1"/>
    <w:rsid w:val="00867867"/>
    <w:rsid w:val="00870CBE"/>
    <w:rsid w:val="00870D56"/>
    <w:rsid w:val="008750CE"/>
    <w:rsid w:val="008755BF"/>
    <w:rsid w:val="00875909"/>
    <w:rsid w:val="008764D2"/>
    <w:rsid w:val="0088203C"/>
    <w:rsid w:val="008861EA"/>
    <w:rsid w:val="0088630A"/>
    <w:rsid w:val="008904DD"/>
    <w:rsid w:val="0089182F"/>
    <w:rsid w:val="00897D7F"/>
    <w:rsid w:val="008A2C3F"/>
    <w:rsid w:val="008A6250"/>
    <w:rsid w:val="008A6B5D"/>
    <w:rsid w:val="008B60E3"/>
    <w:rsid w:val="008B7261"/>
    <w:rsid w:val="008C28FA"/>
    <w:rsid w:val="008C4BE6"/>
    <w:rsid w:val="008D3DED"/>
    <w:rsid w:val="008E2940"/>
    <w:rsid w:val="008E354F"/>
    <w:rsid w:val="008E682E"/>
    <w:rsid w:val="008F4722"/>
    <w:rsid w:val="008F4C96"/>
    <w:rsid w:val="008F5DAD"/>
    <w:rsid w:val="008F67A5"/>
    <w:rsid w:val="009008B3"/>
    <w:rsid w:val="009034C8"/>
    <w:rsid w:val="009061CE"/>
    <w:rsid w:val="00907B43"/>
    <w:rsid w:val="00910899"/>
    <w:rsid w:val="00911C60"/>
    <w:rsid w:val="00913A7E"/>
    <w:rsid w:val="009141A3"/>
    <w:rsid w:val="009204AC"/>
    <w:rsid w:val="009233EE"/>
    <w:rsid w:val="00930608"/>
    <w:rsid w:val="009323E7"/>
    <w:rsid w:val="009337CA"/>
    <w:rsid w:val="009348FC"/>
    <w:rsid w:val="00934C8F"/>
    <w:rsid w:val="0093625E"/>
    <w:rsid w:val="009365FB"/>
    <w:rsid w:val="00937E17"/>
    <w:rsid w:val="00946A5C"/>
    <w:rsid w:val="00951944"/>
    <w:rsid w:val="00954DCE"/>
    <w:rsid w:val="00957FED"/>
    <w:rsid w:val="009600E7"/>
    <w:rsid w:val="009602DD"/>
    <w:rsid w:val="009613C8"/>
    <w:rsid w:val="00961FA4"/>
    <w:rsid w:val="00963739"/>
    <w:rsid w:val="00966DDA"/>
    <w:rsid w:val="0096740C"/>
    <w:rsid w:val="009674AA"/>
    <w:rsid w:val="0097008D"/>
    <w:rsid w:val="00974F69"/>
    <w:rsid w:val="009815E0"/>
    <w:rsid w:val="0098537C"/>
    <w:rsid w:val="00985E87"/>
    <w:rsid w:val="00986547"/>
    <w:rsid w:val="009870EF"/>
    <w:rsid w:val="0098867B"/>
    <w:rsid w:val="00995763"/>
    <w:rsid w:val="00995D9A"/>
    <w:rsid w:val="009A0A1C"/>
    <w:rsid w:val="009A1953"/>
    <w:rsid w:val="009A3352"/>
    <w:rsid w:val="009A5B36"/>
    <w:rsid w:val="009A66A4"/>
    <w:rsid w:val="009A6CD2"/>
    <w:rsid w:val="009A764F"/>
    <w:rsid w:val="009B0614"/>
    <w:rsid w:val="009B10B5"/>
    <w:rsid w:val="009B1EDB"/>
    <w:rsid w:val="009B5898"/>
    <w:rsid w:val="009C2029"/>
    <w:rsid w:val="009C3377"/>
    <w:rsid w:val="009C7D2E"/>
    <w:rsid w:val="009D1C4C"/>
    <w:rsid w:val="009D38CC"/>
    <w:rsid w:val="009D3D72"/>
    <w:rsid w:val="009E2175"/>
    <w:rsid w:val="009E7650"/>
    <w:rsid w:val="009F1497"/>
    <w:rsid w:val="009F17D4"/>
    <w:rsid w:val="009F4646"/>
    <w:rsid w:val="009F62EE"/>
    <w:rsid w:val="009F6363"/>
    <w:rsid w:val="009F6729"/>
    <w:rsid w:val="009F7282"/>
    <w:rsid w:val="00A00A1C"/>
    <w:rsid w:val="00A03C31"/>
    <w:rsid w:val="00A050F6"/>
    <w:rsid w:val="00A079EF"/>
    <w:rsid w:val="00A10265"/>
    <w:rsid w:val="00A15051"/>
    <w:rsid w:val="00A156AB"/>
    <w:rsid w:val="00A169DB"/>
    <w:rsid w:val="00A2557D"/>
    <w:rsid w:val="00A25FA7"/>
    <w:rsid w:val="00A305E9"/>
    <w:rsid w:val="00A30BAE"/>
    <w:rsid w:val="00A3137D"/>
    <w:rsid w:val="00A3152D"/>
    <w:rsid w:val="00A31538"/>
    <w:rsid w:val="00A36264"/>
    <w:rsid w:val="00A4422D"/>
    <w:rsid w:val="00A45128"/>
    <w:rsid w:val="00A54195"/>
    <w:rsid w:val="00A5592E"/>
    <w:rsid w:val="00A57939"/>
    <w:rsid w:val="00A6298D"/>
    <w:rsid w:val="00A63B98"/>
    <w:rsid w:val="00A708D2"/>
    <w:rsid w:val="00A714FC"/>
    <w:rsid w:val="00A728B9"/>
    <w:rsid w:val="00A735FD"/>
    <w:rsid w:val="00A74108"/>
    <w:rsid w:val="00A757CD"/>
    <w:rsid w:val="00A75819"/>
    <w:rsid w:val="00A75AB2"/>
    <w:rsid w:val="00A76F39"/>
    <w:rsid w:val="00A805AE"/>
    <w:rsid w:val="00A84E89"/>
    <w:rsid w:val="00A860ED"/>
    <w:rsid w:val="00A966B0"/>
    <w:rsid w:val="00A972E9"/>
    <w:rsid w:val="00A97A0B"/>
    <w:rsid w:val="00A97F3F"/>
    <w:rsid w:val="00A97FAF"/>
    <w:rsid w:val="00AA0F3C"/>
    <w:rsid w:val="00AA775F"/>
    <w:rsid w:val="00AB0FC7"/>
    <w:rsid w:val="00AB1C03"/>
    <w:rsid w:val="00AB23BD"/>
    <w:rsid w:val="00AB405A"/>
    <w:rsid w:val="00AB4292"/>
    <w:rsid w:val="00AB554D"/>
    <w:rsid w:val="00AB744E"/>
    <w:rsid w:val="00AC3986"/>
    <w:rsid w:val="00AC3A03"/>
    <w:rsid w:val="00AC4ADE"/>
    <w:rsid w:val="00AD328B"/>
    <w:rsid w:val="00AD598A"/>
    <w:rsid w:val="00AD627A"/>
    <w:rsid w:val="00AD63D6"/>
    <w:rsid w:val="00AE0989"/>
    <w:rsid w:val="00AE1EC3"/>
    <w:rsid w:val="00AE2F3E"/>
    <w:rsid w:val="00AE52B2"/>
    <w:rsid w:val="00AF4F65"/>
    <w:rsid w:val="00AF6782"/>
    <w:rsid w:val="00B00589"/>
    <w:rsid w:val="00B037EC"/>
    <w:rsid w:val="00B049C7"/>
    <w:rsid w:val="00B10A68"/>
    <w:rsid w:val="00B11C45"/>
    <w:rsid w:val="00B123FD"/>
    <w:rsid w:val="00B16989"/>
    <w:rsid w:val="00B21C0E"/>
    <w:rsid w:val="00B257AC"/>
    <w:rsid w:val="00B308FA"/>
    <w:rsid w:val="00B30FCD"/>
    <w:rsid w:val="00B31120"/>
    <w:rsid w:val="00B331A1"/>
    <w:rsid w:val="00B34C4D"/>
    <w:rsid w:val="00B35535"/>
    <w:rsid w:val="00B378BA"/>
    <w:rsid w:val="00B44140"/>
    <w:rsid w:val="00B45130"/>
    <w:rsid w:val="00B4689C"/>
    <w:rsid w:val="00B50F27"/>
    <w:rsid w:val="00B57DD4"/>
    <w:rsid w:val="00B60902"/>
    <w:rsid w:val="00B60F50"/>
    <w:rsid w:val="00B62401"/>
    <w:rsid w:val="00B70AF3"/>
    <w:rsid w:val="00B73B34"/>
    <w:rsid w:val="00B740EE"/>
    <w:rsid w:val="00B804DD"/>
    <w:rsid w:val="00B84492"/>
    <w:rsid w:val="00B84BC8"/>
    <w:rsid w:val="00B85AE1"/>
    <w:rsid w:val="00B8683C"/>
    <w:rsid w:val="00B879F3"/>
    <w:rsid w:val="00B94272"/>
    <w:rsid w:val="00B942A1"/>
    <w:rsid w:val="00B945DA"/>
    <w:rsid w:val="00B9518B"/>
    <w:rsid w:val="00B969F9"/>
    <w:rsid w:val="00B96A34"/>
    <w:rsid w:val="00BA287C"/>
    <w:rsid w:val="00BA3C9F"/>
    <w:rsid w:val="00BA7C24"/>
    <w:rsid w:val="00BB405A"/>
    <w:rsid w:val="00BC0A87"/>
    <w:rsid w:val="00BC1037"/>
    <w:rsid w:val="00BC14C6"/>
    <w:rsid w:val="00BC1507"/>
    <w:rsid w:val="00BC15B4"/>
    <w:rsid w:val="00BC4911"/>
    <w:rsid w:val="00BC705D"/>
    <w:rsid w:val="00BC70FD"/>
    <w:rsid w:val="00BD0FE2"/>
    <w:rsid w:val="00BD167A"/>
    <w:rsid w:val="00BE1179"/>
    <w:rsid w:val="00BE4AA7"/>
    <w:rsid w:val="00BF0F0C"/>
    <w:rsid w:val="00BF1A23"/>
    <w:rsid w:val="00BF4F3A"/>
    <w:rsid w:val="00BF53A6"/>
    <w:rsid w:val="00BF724B"/>
    <w:rsid w:val="00C003A5"/>
    <w:rsid w:val="00C004A5"/>
    <w:rsid w:val="00C04DF1"/>
    <w:rsid w:val="00C06C35"/>
    <w:rsid w:val="00C076D5"/>
    <w:rsid w:val="00C12C7E"/>
    <w:rsid w:val="00C1452C"/>
    <w:rsid w:val="00C17159"/>
    <w:rsid w:val="00C200A3"/>
    <w:rsid w:val="00C20B65"/>
    <w:rsid w:val="00C26554"/>
    <w:rsid w:val="00C33444"/>
    <w:rsid w:val="00C33EDD"/>
    <w:rsid w:val="00C36C6A"/>
    <w:rsid w:val="00C41BE3"/>
    <w:rsid w:val="00C43E6C"/>
    <w:rsid w:val="00C4411E"/>
    <w:rsid w:val="00C50D4D"/>
    <w:rsid w:val="00C515B4"/>
    <w:rsid w:val="00C60DF5"/>
    <w:rsid w:val="00C6299C"/>
    <w:rsid w:val="00C63772"/>
    <w:rsid w:val="00C641C4"/>
    <w:rsid w:val="00C659AC"/>
    <w:rsid w:val="00C70996"/>
    <w:rsid w:val="00C70CB6"/>
    <w:rsid w:val="00C7585B"/>
    <w:rsid w:val="00C75D38"/>
    <w:rsid w:val="00C75D3C"/>
    <w:rsid w:val="00C82BB8"/>
    <w:rsid w:val="00C83A8B"/>
    <w:rsid w:val="00C858DD"/>
    <w:rsid w:val="00C8742D"/>
    <w:rsid w:val="00C94206"/>
    <w:rsid w:val="00C948EA"/>
    <w:rsid w:val="00CA0069"/>
    <w:rsid w:val="00CA2E34"/>
    <w:rsid w:val="00CA5502"/>
    <w:rsid w:val="00CA6816"/>
    <w:rsid w:val="00CA7317"/>
    <w:rsid w:val="00CB1143"/>
    <w:rsid w:val="00CB2DD7"/>
    <w:rsid w:val="00CB7265"/>
    <w:rsid w:val="00CC0A05"/>
    <w:rsid w:val="00CC12C2"/>
    <w:rsid w:val="00CC2D93"/>
    <w:rsid w:val="00CC3153"/>
    <w:rsid w:val="00CC42F4"/>
    <w:rsid w:val="00CC6A47"/>
    <w:rsid w:val="00CD2154"/>
    <w:rsid w:val="00CD3E9F"/>
    <w:rsid w:val="00CE5979"/>
    <w:rsid w:val="00CE6B98"/>
    <w:rsid w:val="00CE6F53"/>
    <w:rsid w:val="00CF42CB"/>
    <w:rsid w:val="00CF48E1"/>
    <w:rsid w:val="00D02F44"/>
    <w:rsid w:val="00D05C7D"/>
    <w:rsid w:val="00D07737"/>
    <w:rsid w:val="00D10020"/>
    <w:rsid w:val="00D11898"/>
    <w:rsid w:val="00D1246E"/>
    <w:rsid w:val="00D14BA5"/>
    <w:rsid w:val="00D153A0"/>
    <w:rsid w:val="00D1589F"/>
    <w:rsid w:val="00D2056A"/>
    <w:rsid w:val="00D22387"/>
    <w:rsid w:val="00D2450F"/>
    <w:rsid w:val="00D31ED1"/>
    <w:rsid w:val="00D3365B"/>
    <w:rsid w:val="00D34EC1"/>
    <w:rsid w:val="00D418DE"/>
    <w:rsid w:val="00D50044"/>
    <w:rsid w:val="00D50E9D"/>
    <w:rsid w:val="00D513C9"/>
    <w:rsid w:val="00D51573"/>
    <w:rsid w:val="00D51C03"/>
    <w:rsid w:val="00D51C47"/>
    <w:rsid w:val="00D556DD"/>
    <w:rsid w:val="00D569EC"/>
    <w:rsid w:val="00D61CA0"/>
    <w:rsid w:val="00D666AC"/>
    <w:rsid w:val="00D6784A"/>
    <w:rsid w:val="00D70E37"/>
    <w:rsid w:val="00D715D7"/>
    <w:rsid w:val="00D73BA2"/>
    <w:rsid w:val="00D76FB7"/>
    <w:rsid w:val="00D77B12"/>
    <w:rsid w:val="00D81B8E"/>
    <w:rsid w:val="00D823DA"/>
    <w:rsid w:val="00DA1C26"/>
    <w:rsid w:val="00DA6F2A"/>
    <w:rsid w:val="00DB1D4E"/>
    <w:rsid w:val="00DB238D"/>
    <w:rsid w:val="00DB7217"/>
    <w:rsid w:val="00DC3205"/>
    <w:rsid w:val="00DC5A07"/>
    <w:rsid w:val="00DC7253"/>
    <w:rsid w:val="00DD2378"/>
    <w:rsid w:val="00DD7326"/>
    <w:rsid w:val="00DD74C3"/>
    <w:rsid w:val="00DF27DF"/>
    <w:rsid w:val="00DF4B12"/>
    <w:rsid w:val="00DF7398"/>
    <w:rsid w:val="00DF7A4C"/>
    <w:rsid w:val="00E10AB7"/>
    <w:rsid w:val="00E10DCC"/>
    <w:rsid w:val="00E147B4"/>
    <w:rsid w:val="00E23152"/>
    <w:rsid w:val="00E24780"/>
    <w:rsid w:val="00E2581F"/>
    <w:rsid w:val="00E32BAE"/>
    <w:rsid w:val="00E3482C"/>
    <w:rsid w:val="00E363F8"/>
    <w:rsid w:val="00E412B8"/>
    <w:rsid w:val="00E4315E"/>
    <w:rsid w:val="00E44D4B"/>
    <w:rsid w:val="00E53D87"/>
    <w:rsid w:val="00E53FF6"/>
    <w:rsid w:val="00E55F0A"/>
    <w:rsid w:val="00E56E0E"/>
    <w:rsid w:val="00E70E5B"/>
    <w:rsid w:val="00E71C86"/>
    <w:rsid w:val="00E71FF9"/>
    <w:rsid w:val="00E73D84"/>
    <w:rsid w:val="00E75A15"/>
    <w:rsid w:val="00E7697A"/>
    <w:rsid w:val="00E77374"/>
    <w:rsid w:val="00E80BAC"/>
    <w:rsid w:val="00E87055"/>
    <w:rsid w:val="00E87957"/>
    <w:rsid w:val="00E96BB3"/>
    <w:rsid w:val="00EA0C17"/>
    <w:rsid w:val="00EA25D4"/>
    <w:rsid w:val="00EA3D26"/>
    <w:rsid w:val="00EA46D2"/>
    <w:rsid w:val="00EA68EA"/>
    <w:rsid w:val="00EA765D"/>
    <w:rsid w:val="00EB17C4"/>
    <w:rsid w:val="00EB3480"/>
    <w:rsid w:val="00EB6163"/>
    <w:rsid w:val="00EB6F92"/>
    <w:rsid w:val="00EC23A6"/>
    <w:rsid w:val="00EC5767"/>
    <w:rsid w:val="00ED3100"/>
    <w:rsid w:val="00ED6471"/>
    <w:rsid w:val="00EE1851"/>
    <w:rsid w:val="00EE5006"/>
    <w:rsid w:val="00EE5D0B"/>
    <w:rsid w:val="00EE7734"/>
    <w:rsid w:val="00EF0DB7"/>
    <w:rsid w:val="00EF2D59"/>
    <w:rsid w:val="00EF3887"/>
    <w:rsid w:val="00EF5323"/>
    <w:rsid w:val="00EF67A4"/>
    <w:rsid w:val="00EF6C30"/>
    <w:rsid w:val="00F0192B"/>
    <w:rsid w:val="00F01C6B"/>
    <w:rsid w:val="00F02A84"/>
    <w:rsid w:val="00F033E8"/>
    <w:rsid w:val="00F04ED0"/>
    <w:rsid w:val="00F10AF1"/>
    <w:rsid w:val="00F11B92"/>
    <w:rsid w:val="00F14F70"/>
    <w:rsid w:val="00F16A4A"/>
    <w:rsid w:val="00F21028"/>
    <w:rsid w:val="00F22347"/>
    <w:rsid w:val="00F226DD"/>
    <w:rsid w:val="00F22914"/>
    <w:rsid w:val="00F2449E"/>
    <w:rsid w:val="00F32471"/>
    <w:rsid w:val="00F3250D"/>
    <w:rsid w:val="00F330A4"/>
    <w:rsid w:val="00F3623B"/>
    <w:rsid w:val="00F43C00"/>
    <w:rsid w:val="00F4611B"/>
    <w:rsid w:val="00F53EE0"/>
    <w:rsid w:val="00F55862"/>
    <w:rsid w:val="00F6096E"/>
    <w:rsid w:val="00F60FF7"/>
    <w:rsid w:val="00F638EF"/>
    <w:rsid w:val="00F6406B"/>
    <w:rsid w:val="00F64A51"/>
    <w:rsid w:val="00F656FB"/>
    <w:rsid w:val="00F66283"/>
    <w:rsid w:val="00F67749"/>
    <w:rsid w:val="00F72882"/>
    <w:rsid w:val="00F738F0"/>
    <w:rsid w:val="00F74C6B"/>
    <w:rsid w:val="00F76B03"/>
    <w:rsid w:val="00F7700D"/>
    <w:rsid w:val="00F857F7"/>
    <w:rsid w:val="00F90BFD"/>
    <w:rsid w:val="00F90ED0"/>
    <w:rsid w:val="00FA059A"/>
    <w:rsid w:val="00FA1399"/>
    <w:rsid w:val="00FA180F"/>
    <w:rsid w:val="00FA2D2E"/>
    <w:rsid w:val="00FA3586"/>
    <w:rsid w:val="00FB648E"/>
    <w:rsid w:val="00FB6834"/>
    <w:rsid w:val="00FC2B9A"/>
    <w:rsid w:val="00FC6957"/>
    <w:rsid w:val="00FC6AA9"/>
    <w:rsid w:val="00FD0583"/>
    <w:rsid w:val="00FD0842"/>
    <w:rsid w:val="00FD1135"/>
    <w:rsid w:val="00FD6596"/>
    <w:rsid w:val="00FE0F60"/>
    <w:rsid w:val="00FE6747"/>
    <w:rsid w:val="00FE6B3A"/>
    <w:rsid w:val="00FF304E"/>
    <w:rsid w:val="00FF47E6"/>
    <w:rsid w:val="00FF59D8"/>
    <w:rsid w:val="00FF6219"/>
    <w:rsid w:val="0707A809"/>
    <w:rsid w:val="08546489"/>
    <w:rsid w:val="0A47513F"/>
    <w:rsid w:val="15672A03"/>
    <w:rsid w:val="15E393D9"/>
    <w:rsid w:val="165F0CBC"/>
    <w:rsid w:val="18F053A9"/>
    <w:rsid w:val="1AB99774"/>
    <w:rsid w:val="1BCEBD69"/>
    <w:rsid w:val="1CDB6AA3"/>
    <w:rsid w:val="1E7C4E23"/>
    <w:rsid w:val="1EA68783"/>
    <w:rsid w:val="1F05DA97"/>
    <w:rsid w:val="2136E21C"/>
    <w:rsid w:val="225DD230"/>
    <w:rsid w:val="23CAAF7C"/>
    <w:rsid w:val="249E56BF"/>
    <w:rsid w:val="27DAF199"/>
    <w:rsid w:val="2990F911"/>
    <w:rsid w:val="2FED8B3C"/>
    <w:rsid w:val="305AF32D"/>
    <w:rsid w:val="3125AC77"/>
    <w:rsid w:val="31B1AD09"/>
    <w:rsid w:val="36027C20"/>
    <w:rsid w:val="3A1813E0"/>
    <w:rsid w:val="3CF796D4"/>
    <w:rsid w:val="3FB7DE2B"/>
    <w:rsid w:val="477F1CFF"/>
    <w:rsid w:val="4965FA7A"/>
    <w:rsid w:val="4A568CCD"/>
    <w:rsid w:val="4BF012EB"/>
    <w:rsid w:val="4D1BA8F2"/>
    <w:rsid w:val="5059B501"/>
    <w:rsid w:val="523FBB16"/>
    <w:rsid w:val="555C22F8"/>
    <w:rsid w:val="569BBD83"/>
    <w:rsid w:val="59899D5B"/>
    <w:rsid w:val="5A457DF8"/>
    <w:rsid w:val="5E56946D"/>
    <w:rsid w:val="688A2ABD"/>
    <w:rsid w:val="6A8B3655"/>
    <w:rsid w:val="6AF375BF"/>
    <w:rsid w:val="6C5EF00C"/>
    <w:rsid w:val="6D638518"/>
    <w:rsid w:val="7284F5EE"/>
    <w:rsid w:val="73757635"/>
    <w:rsid w:val="73EF0100"/>
    <w:rsid w:val="7586FFC1"/>
    <w:rsid w:val="76D94CC8"/>
    <w:rsid w:val="77CE550A"/>
    <w:rsid w:val="793794F4"/>
    <w:rsid w:val="7B872AB3"/>
    <w:rsid w:val="7B88A829"/>
    <w:rsid w:val="7EB5ABB8"/>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panose1 w:val="00000000000000000000"/>
    <w:charset w:val="80"/>
    <w:family w:val="roman"/>
    <w:notTrueType/>
    <w:pitch w:val="default"/>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0B1EC8"/>
    <w:rsid w:val="000B6999"/>
    <w:rsid w:val="000C17E3"/>
    <w:rsid w:val="001117B5"/>
    <w:rsid w:val="00127E1A"/>
    <w:rsid w:val="00135741"/>
    <w:rsid w:val="001E08A6"/>
    <w:rsid w:val="00290B83"/>
    <w:rsid w:val="002E7C1A"/>
    <w:rsid w:val="002F4843"/>
    <w:rsid w:val="00306ACE"/>
    <w:rsid w:val="00384666"/>
    <w:rsid w:val="00390C06"/>
    <w:rsid w:val="003B208E"/>
    <w:rsid w:val="00407BD3"/>
    <w:rsid w:val="00453D95"/>
    <w:rsid w:val="0045673B"/>
    <w:rsid w:val="00483036"/>
    <w:rsid w:val="00715AA1"/>
    <w:rsid w:val="00796371"/>
    <w:rsid w:val="007A1CF1"/>
    <w:rsid w:val="0084380B"/>
    <w:rsid w:val="00911C60"/>
    <w:rsid w:val="009365FB"/>
    <w:rsid w:val="00A079EF"/>
    <w:rsid w:val="00AC3A03"/>
    <w:rsid w:val="00AC4ADE"/>
    <w:rsid w:val="00B11C45"/>
    <w:rsid w:val="00B86C9F"/>
    <w:rsid w:val="00C130AC"/>
    <w:rsid w:val="00C83A8B"/>
    <w:rsid w:val="00C94206"/>
    <w:rsid w:val="00CC0B86"/>
    <w:rsid w:val="00CE6BED"/>
    <w:rsid w:val="00D07737"/>
    <w:rsid w:val="00D153A0"/>
    <w:rsid w:val="00D73BA2"/>
    <w:rsid w:val="00E56550"/>
    <w:rsid w:val="00E61806"/>
    <w:rsid w:val="00E7697A"/>
    <w:rsid w:val="00EA46D2"/>
    <w:rsid w:val="00F678D0"/>
    <w:rsid w:val="00F738F0"/>
    <w:rsid w:val="00FF6219"/>
    <w:rsid w:val="00FF6F3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1</TotalTime>
  <Pages>12</Pages>
  <Words>4264</Words>
  <Characters>24734</Characters>
  <Application>Microsoft Office Word</Application>
  <DocSecurity>0</DocSecurity>
  <Lines>206</Lines>
  <Paragraphs>57</Paragraphs>
  <ScaleCrop>false</ScaleCrop>
  <Company>RMK</Company>
  <LinksUpToDate>false</LinksUpToDate>
  <CharactersWithSpaces>28941</CharactersWithSpaces>
  <SharedDoc>false</SharedDoc>
  <HLinks>
    <vt:vector size="6" baseType="variant">
      <vt:variant>
        <vt:i4>1310744</vt:i4>
      </vt:variant>
      <vt:variant>
        <vt:i4>16</vt:i4>
      </vt:variant>
      <vt:variant>
        <vt:i4>0</vt:i4>
      </vt:variant>
      <vt:variant>
        <vt:i4>5</vt:i4>
      </vt:variant>
      <vt:variant>
        <vt:lpwstr>https://www.rik.ee/et/e-arveldaja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3</cp:revision>
  <cp:lastPrinted>2014-04-25T00:30:00Z</cp:lastPrinted>
  <dcterms:created xsi:type="dcterms:W3CDTF">2025-02-11T08:28:00Z</dcterms:created>
  <dcterms:modified xsi:type="dcterms:W3CDTF">2025-02-11T09:39:00Z</dcterms:modified>
</cp:coreProperties>
</file>